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81C" w:rsidRPr="00E5775C" w:rsidRDefault="0091681C" w:rsidP="0091681C">
      <w:pPr>
        <w:spacing w:before="120" w:after="100" w:afterAutospacing="1"/>
        <w:jc w:val="center"/>
        <w:rPr>
          <w:rFonts w:asciiTheme="minorHAnsi" w:hAnsiTheme="minorHAnsi"/>
          <w:b/>
          <w:bCs/>
          <w:spacing w:val="40"/>
          <w:sz w:val="36"/>
          <w:szCs w:val="36"/>
        </w:rPr>
      </w:pPr>
      <w:r w:rsidRPr="00E5775C">
        <w:rPr>
          <w:rFonts w:asciiTheme="minorHAnsi" w:hAnsiTheme="minorHAnsi"/>
          <w:b/>
          <w:bCs/>
          <w:spacing w:val="40"/>
          <w:sz w:val="36"/>
          <w:szCs w:val="36"/>
          <w:highlight w:val="darkGray"/>
        </w:rPr>
        <w:t>Fiche d’Evaluation du Doctorant</w:t>
      </w:r>
    </w:p>
    <w:p w:rsidR="00175144" w:rsidRDefault="00301156" w:rsidP="00301156">
      <w:pPr>
        <w:jc w:val="center"/>
        <w:rPr>
          <w:rFonts w:ascii="Cambria" w:hAnsi="Cambria"/>
        </w:rPr>
      </w:pPr>
      <w:r>
        <w:rPr>
          <w:rFonts w:ascii="Cambria" w:hAnsi="Cambria"/>
        </w:rPr>
        <w:t>(Cette é</w:t>
      </w:r>
      <w:r w:rsidR="00175144">
        <w:rPr>
          <w:rFonts w:ascii="Cambria" w:hAnsi="Cambria"/>
        </w:rPr>
        <w:t>valuation trimestrielle</w:t>
      </w:r>
      <w:r>
        <w:rPr>
          <w:rFonts w:ascii="Cambria" w:hAnsi="Cambria"/>
        </w:rPr>
        <w:t xml:space="preserve"> doit être transmise par la faculté à la cellule de suivi du VRPG)</w:t>
      </w:r>
    </w:p>
    <w:p w:rsidR="00175144" w:rsidRDefault="00175144" w:rsidP="00E5775C">
      <w:pPr>
        <w:spacing w:before="120"/>
        <w:jc w:val="center"/>
        <w:rPr>
          <w:rFonts w:ascii="Cambria" w:hAnsi="Cambria"/>
          <w:b/>
          <w:bCs/>
          <w:sz w:val="32"/>
          <w:szCs w:val="32"/>
        </w:rPr>
      </w:pPr>
    </w:p>
    <w:p w:rsidR="00573FC2" w:rsidRDefault="00573FC2" w:rsidP="009130A7">
      <w:pPr>
        <w:spacing w:before="120"/>
        <w:jc w:val="center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/>
          <w:b/>
          <w:bCs/>
          <w:sz w:val="32"/>
          <w:szCs w:val="32"/>
        </w:rPr>
        <w:t>Année Universitaire 201</w:t>
      </w:r>
      <w:r w:rsidR="00AF5819">
        <w:rPr>
          <w:rFonts w:ascii="Cambria" w:hAnsi="Cambria"/>
          <w:b/>
          <w:bCs/>
          <w:sz w:val="32"/>
          <w:szCs w:val="32"/>
        </w:rPr>
        <w:t>5</w:t>
      </w:r>
      <w:r>
        <w:rPr>
          <w:rFonts w:ascii="Cambria" w:hAnsi="Cambria"/>
          <w:b/>
          <w:bCs/>
          <w:sz w:val="32"/>
          <w:szCs w:val="32"/>
        </w:rPr>
        <w:t>/201</w:t>
      </w:r>
      <w:r w:rsidR="00AF5819">
        <w:rPr>
          <w:rFonts w:ascii="Cambria" w:hAnsi="Cambria"/>
          <w:b/>
          <w:bCs/>
          <w:sz w:val="32"/>
          <w:szCs w:val="32"/>
        </w:rPr>
        <w:t>6</w:t>
      </w:r>
    </w:p>
    <w:p w:rsidR="00E5775C" w:rsidRPr="00E5775C" w:rsidRDefault="00E5775C" w:rsidP="00E5775C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</w:t>
      </w:r>
      <w:r w:rsidRPr="00E5775C">
        <w:rPr>
          <w:rFonts w:ascii="Cambria" w:hAnsi="Cambria"/>
          <w:sz w:val="20"/>
          <w:szCs w:val="20"/>
        </w:rPr>
        <w:t>Cocher la case correspondante</w:t>
      </w:r>
      <w:r>
        <w:rPr>
          <w:rFonts w:ascii="Cambria" w:hAnsi="Cambria"/>
          <w:sz w:val="20"/>
          <w:szCs w:val="20"/>
        </w:rPr>
        <w:t>)</w:t>
      </w:r>
    </w:p>
    <w:tbl>
      <w:tblPr>
        <w:tblStyle w:val="Grilledutableau"/>
        <w:tblW w:w="0" w:type="auto"/>
        <w:jc w:val="center"/>
        <w:tblLook w:val="04A0"/>
      </w:tblPr>
      <w:tblGrid>
        <w:gridCol w:w="2834"/>
        <w:gridCol w:w="710"/>
      </w:tblGrid>
      <w:tr w:rsidR="00573FC2" w:rsidRPr="00E5775C" w:rsidTr="00E5775C">
        <w:trPr>
          <w:jc w:val="center"/>
        </w:trPr>
        <w:tc>
          <w:tcPr>
            <w:tcW w:w="2834" w:type="dxa"/>
          </w:tcPr>
          <w:p w:rsidR="00573FC2" w:rsidRPr="00E5775C" w:rsidRDefault="00573FC2" w:rsidP="00E5775C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5775C">
              <w:rPr>
                <w:rFonts w:ascii="Cambria" w:hAnsi="Cambria"/>
                <w:b/>
                <w:bCs/>
                <w:sz w:val="22"/>
                <w:szCs w:val="22"/>
              </w:rPr>
              <w:t>Evaluation 1 : Décembre</w:t>
            </w:r>
          </w:p>
        </w:tc>
        <w:sdt>
          <w:sdtPr>
            <w:rPr>
              <w:rFonts w:ascii="Cambria" w:hAnsi="Cambria"/>
              <w:b/>
              <w:bCs/>
              <w:sz w:val="22"/>
              <w:szCs w:val="22"/>
            </w:rPr>
            <w:id w:val="140323238"/>
            <w:lock w:val="sdtLocked"/>
          </w:sdtPr>
          <w:sdtContent>
            <w:tc>
              <w:tcPr>
                <w:tcW w:w="710" w:type="dxa"/>
              </w:tcPr>
              <w:p w:rsidR="00573FC2" w:rsidRPr="00E5775C" w:rsidRDefault="00CF32C8" w:rsidP="00573FC2">
                <w:pPr>
                  <w:jc w:val="center"/>
                  <w:rPr>
                    <w:rFonts w:ascii="Cambria" w:hAnsi="Cambria"/>
                    <w:b/>
                    <w:b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573FC2" w:rsidRPr="00E5775C" w:rsidTr="00E5775C">
        <w:trPr>
          <w:jc w:val="center"/>
        </w:trPr>
        <w:tc>
          <w:tcPr>
            <w:tcW w:w="2834" w:type="dxa"/>
          </w:tcPr>
          <w:p w:rsidR="00573FC2" w:rsidRPr="00E5775C" w:rsidRDefault="00E5775C" w:rsidP="00E25628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5775C">
              <w:rPr>
                <w:rFonts w:ascii="Cambria" w:hAnsi="Cambria"/>
                <w:b/>
                <w:bCs/>
                <w:sz w:val="22"/>
                <w:szCs w:val="22"/>
              </w:rPr>
              <w:t xml:space="preserve">Evaluation </w:t>
            </w:r>
            <w:r w:rsidR="00E25628">
              <w:rPr>
                <w:rFonts w:ascii="Cambria" w:hAnsi="Cambria"/>
                <w:b/>
                <w:bCs/>
                <w:sz w:val="22"/>
                <w:szCs w:val="22"/>
              </w:rPr>
              <w:t>2</w:t>
            </w:r>
            <w:r w:rsidRPr="00E5775C">
              <w:rPr>
                <w:rFonts w:ascii="Cambria" w:hAnsi="Cambria"/>
                <w:b/>
                <w:bCs/>
                <w:sz w:val="22"/>
                <w:szCs w:val="22"/>
              </w:rPr>
              <w:t xml:space="preserve"> : 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Mars</w:t>
            </w:r>
          </w:p>
        </w:tc>
        <w:sdt>
          <w:sdtPr>
            <w:rPr>
              <w:rFonts w:ascii="Cambria" w:hAnsi="Cambria"/>
              <w:b/>
              <w:bCs/>
              <w:sz w:val="22"/>
              <w:szCs w:val="22"/>
            </w:rPr>
            <w:id w:val="236456614"/>
            <w:lock w:val="sdtLocked"/>
          </w:sdtPr>
          <w:sdtContent>
            <w:tc>
              <w:tcPr>
                <w:tcW w:w="710" w:type="dxa"/>
              </w:tcPr>
              <w:p w:rsidR="00573FC2" w:rsidRPr="00E5775C" w:rsidRDefault="00CF32C8" w:rsidP="00573FC2">
                <w:pPr>
                  <w:jc w:val="center"/>
                  <w:rPr>
                    <w:rFonts w:ascii="Cambria" w:hAnsi="Cambria"/>
                    <w:b/>
                    <w:b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573FC2" w:rsidRPr="00E5775C" w:rsidTr="00E5775C">
        <w:trPr>
          <w:jc w:val="center"/>
        </w:trPr>
        <w:tc>
          <w:tcPr>
            <w:tcW w:w="2834" w:type="dxa"/>
          </w:tcPr>
          <w:p w:rsidR="00573FC2" w:rsidRPr="00E5775C" w:rsidRDefault="00E5775C" w:rsidP="00E25628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E5775C">
              <w:rPr>
                <w:rFonts w:ascii="Cambria" w:hAnsi="Cambria"/>
                <w:b/>
                <w:bCs/>
                <w:sz w:val="22"/>
                <w:szCs w:val="22"/>
              </w:rPr>
              <w:t xml:space="preserve">Evaluation </w:t>
            </w:r>
            <w:r w:rsidR="00E25628">
              <w:rPr>
                <w:rFonts w:ascii="Cambria" w:hAnsi="Cambria"/>
                <w:b/>
                <w:bCs/>
                <w:sz w:val="22"/>
                <w:szCs w:val="22"/>
              </w:rPr>
              <w:t>3</w:t>
            </w:r>
            <w:r w:rsidRPr="00E5775C">
              <w:rPr>
                <w:rFonts w:ascii="Cambria" w:hAnsi="Cambria"/>
                <w:b/>
                <w:bCs/>
                <w:sz w:val="22"/>
                <w:szCs w:val="22"/>
              </w:rPr>
              <w:t xml:space="preserve"> : 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Juin</w:t>
            </w:r>
          </w:p>
        </w:tc>
        <w:sdt>
          <w:sdtPr>
            <w:rPr>
              <w:rFonts w:ascii="Cambria" w:hAnsi="Cambria"/>
              <w:b/>
              <w:bCs/>
              <w:sz w:val="22"/>
              <w:szCs w:val="22"/>
            </w:rPr>
            <w:id w:val="-646285356"/>
            <w:lock w:val="sdtLocked"/>
          </w:sdtPr>
          <w:sdtContent>
            <w:tc>
              <w:tcPr>
                <w:tcW w:w="710" w:type="dxa"/>
              </w:tcPr>
              <w:p w:rsidR="00573FC2" w:rsidRPr="00E5775C" w:rsidRDefault="00DD3103" w:rsidP="00573FC2">
                <w:pPr>
                  <w:jc w:val="center"/>
                  <w:rPr>
                    <w:rFonts w:ascii="Cambria" w:hAnsi="Cambria"/>
                    <w:b/>
                    <w:b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:rsidR="00175144" w:rsidRDefault="00175144" w:rsidP="00FE569B">
      <w:pPr>
        <w:jc w:val="center"/>
        <w:rPr>
          <w:rFonts w:ascii="Cambria" w:hAnsi="Cambria"/>
        </w:rPr>
      </w:pPr>
    </w:p>
    <w:tbl>
      <w:tblPr>
        <w:tblStyle w:val="Grilledutableau"/>
        <w:tblW w:w="0" w:type="auto"/>
        <w:tblLook w:val="04A0"/>
      </w:tblPr>
      <w:tblGrid>
        <w:gridCol w:w="1763"/>
        <w:gridCol w:w="7932"/>
      </w:tblGrid>
      <w:tr w:rsidR="00E5775C" w:rsidTr="00E5775C">
        <w:tc>
          <w:tcPr>
            <w:tcW w:w="1696" w:type="dxa"/>
          </w:tcPr>
          <w:p w:rsidR="00E5775C" w:rsidRPr="00175144" w:rsidRDefault="00E5775C" w:rsidP="00E5775C">
            <w:pPr>
              <w:rPr>
                <w:rFonts w:ascii="Cambria" w:hAnsi="Cambria"/>
                <w:b/>
                <w:bCs/>
                <w:i/>
                <w:iCs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</w:rPr>
              <w:t>Faculté :</w:t>
            </w:r>
          </w:p>
        </w:tc>
        <w:sdt>
          <w:sdtPr>
            <w:rPr>
              <w:rFonts w:ascii="Cambria" w:hAnsi="Cambria"/>
            </w:rPr>
            <w:id w:val="-1834445397"/>
            <w:lock w:val="sdtLocked"/>
            <w:comboBox>
              <w:listItem w:value="Choisissez un élément."/>
              <w:listItem w:displayText="Droit et sciences politiques" w:value="Droit et sciences politiques"/>
              <w:listItem w:displayText="Electronique et électrotechnique" w:value="Electronique et électrotechnique"/>
              <w:listItem w:displayText="Lettres, langues et arts" w:value="Lettres, langues et arts"/>
              <w:listItem w:displayText="Sciences de la nature et de la vie" w:value="Sciences de la nature et de la vie"/>
              <w:listItem w:displayText="Sciences exactes" w:value="Sciences exactes"/>
              <w:listItem w:displayText="Sciences économiques, commerciales et Sciences de Gestion" w:value="Sciences économiques, commerciales et Sciences de Gestion"/>
              <w:listItem w:displayText="Sciences sociales et humaines" w:value="Sciences sociales et humaines"/>
              <w:listItem w:displayText="Technologie" w:value="Technologie"/>
            </w:comboBox>
          </w:sdtPr>
          <w:sdtContent>
            <w:tc>
              <w:tcPr>
                <w:tcW w:w="7932" w:type="dxa"/>
              </w:tcPr>
              <w:p w:rsidR="00E5775C" w:rsidRPr="00175144" w:rsidRDefault="00AF1EB9" w:rsidP="00E25628">
                <w:pPr>
                  <w:rPr>
                    <w:rFonts w:ascii="Cambria" w:hAnsi="Cambria"/>
                    <w:i/>
                    <w:iCs/>
                  </w:rPr>
                </w:pPr>
                <w:r>
                  <w:rPr>
                    <w:rFonts w:ascii="Cambria" w:hAnsi="Cambria"/>
                  </w:rPr>
                  <w:t>Sciences exactes</w:t>
                </w:r>
              </w:p>
            </w:tc>
          </w:sdtContent>
        </w:sdt>
      </w:tr>
      <w:tr w:rsidR="00E5775C" w:rsidTr="00E5775C">
        <w:tc>
          <w:tcPr>
            <w:tcW w:w="1696" w:type="dxa"/>
          </w:tcPr>
          <w:p w:rsidR="00E5775C" w:rsidRPr="00175144" w:rsidRDefault="00E5775C" w:rsidP="00E5775C">
            <w:pPr>
              <w:rPr>
                <w:rFonts w:ascii="Cambria" w:hAnsi="Cambria"/>
                <w:b/>
                <w:bCs/>
                <w:i/>
                <w:iCs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</w:rPr>
              <w:t>Département :</w:t>
            </w:r>
          </w:p>
        </w:tc>
        <w:tc>
          <w:tcPr>
            <w:tcW w:w="7932" w:type="dxa"/>
          </w:tcPr>
          <w:p w:rsidR="00E5775C" w:rsidRDefault="00E5775C" w:rsidP="00E25628">
            <w:pPr>
              <w:rPr>
                <w:rFonts w:ascii="Cambria" w:hAnsi="Cambria"/>
              </w:rPr>
            </w:pPr>
          </w:p>
        </w:tc>
      </w:tr>
    </w:tbl>
    <w:p w:rsidR="00E5775C" w:rsidRDefault="00E5775C" w:rsidP="00FE569B">
      <w:pPr>
        <w:jc w:val="center"/>
        <w:rPr>
          <w:rFonts w:ascii="Cambria" w:hAnsi="Cambria"/>
        </w:rPr>
      </w:pPr>
    </w:p>
    <w:p w:rsidR="00E5775C" w:rsidRPr="009B3061" w:rsidRDefault="00E5775C" w:rsidP="00FE569B">
      <w:pPr>
        <w:jc w:val="center"/>
        <w:rPr>
          <w:rFonts w:ascii="Cambria" w:hAnsi="Cambria"/>
        </w:rPr>
      </w:pPr>
    </w:p>
    <w:p w:rsidR="0091681C" w:rsidRPr="001704FD" w:rsidRDefault="001704FD" w:rsidP="001704FD">
      <w:pPr>
        <w:pBdr>
          <w:top w:val="single" w:sz="18" w:space="1" w:color="auto"/>
        </w:pBdr>
        <w:ind w:left="709" w:hanging="1135"/>
        <w:jc w:val="both"/>
        <w:rPr>
          <w:rFonts w:ascii="Cambria" w:hAnsi="Cambria"/>
          <w:b/>
          <w:bCs/>
          <w:sz w:val="28"/>
          <w:szCs w:val="28"/>
          <w:u w:val="single"/>
        </w:rPr>
      </w:pPr>
      <w:r w:rsidRPr="001704FD">
        <w:rPr>
          <w:rFonts w:ascii="Cambria" w:hAnsi="Cambria"/>
          <w:b/>
          <w:bCs/>
          <w:sz w:val="28"/>
          <w:szCs w:val="28"/>
          <w:u w:val="single"/>
        </w:rPr>
        <w:t>DOCTORANT :</w:t>
      </w:r>
    </w:p>
    <w:p w:rsidR="001704FD" w:rsidRPr="001704FD" w:rsidRDefault="001704FD" w:rsidP="001704FD">
      <w:pPr>
        <w:ind w:left="709" w:hanging="1135"/>
        <w:jc w:val="both"/>
        <w:rPr>
          <w:rFonts w:ascii="Cambria" w:hAnsi="Cambria"/>
        </w:rPr>
      </w:pPr>
    </w:p>
    <w:tbl>
      <w:tblPr>
        <w:tblStyle w:val="Grilledutableau"/>
        <w:tblW w:w="10207" w:type="dxa"/>
        <w:tblInd w:w="-431" w:type="dxa"/>
        <w:tblLook w:val="04A0"/>
      </w:tblPr>
      <w:tblGrid>
        <w:gridCol w:w="2972"/>
        <w:gridCol w:w="3384"/>
        <w:gridCol w:w="896"/>
        <w:gridCol w:w="2955"/>
      </w:tblGrid>
      <w:tr w:rsidR="001704FD" w:rsidTr="007E7DF6">
        <w:tc>
          <w:tcPr>
            <w:tcW w:w="2978" w:type="dxa"/>
            <w:vAlign w:val="center"/>
          </w:tcPr>
          <w:p w:rsidR="001704FD" w:rsidRPr="00175144" w:rsidRDefault="001704FD" w:rsidP="007E7DF6">
            <w:pP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 xml:space="preserve">Nom : </w:t>
            </w:r>
          </w:p>
        </w:tc>
        <w:tc>
          <w:tcPr>
            <w:tcW w:w="7229" w:type="dxa"/>
            <w:gridSpan w:val="3"/>
            <w:vAlign w:val="center"/>
          </w:tcPr>
          <w:p w:rsidR="001704FD" w:rsidRPr="001704FD" w:rsidRDefault="001704FD" w:rsidP="00C04944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1704FD" w:rsidTr="007E7DF6">
        <w:tc>
          <w:tcPr>
            <w:tcW w:w="2978" w:type="dxa"/>
            <w:vAlign w:val="center"/>
          </w:tcPr>
          <w:p w:rsidR="001704FD" w:rsidRPr="00175144" w:rsidRDefault="001704FD" w:rsidP="007E7DF6">
            <w:pP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Prénom :</w:t>
            </w:r>
          </w:p>
        </w:tc>
        <w:tc>
          <w:tcPr>
            <w:tcW w:w="7229" w:type="dxa"/>
            <w:gridSpan w:val="3"/>
            <w:vAlign w:val="center"/>
          </w:tcPr>
          <w:p w:rsidR="001704FD" w:rsidRPr="001704FD" w:rsidRDefault="001704FD" w:rsidP="00C04944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1704FD" w:rsidTr="007E7DF6">
        <w:tc>
          <w:tcPr>
            <w:tcW w:w="2978" w:type="dxa"/>
            <w:vAlign w:val="center"/>
          </w:tcPr>
          <w:p w:rsidR="001704FD" w:rsidRPr="00175144" w:rsidRDefault="001704FD" w:rsidP="007E7DF6">
            <w:pP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Date et lieu de Naissance :</w:t>
            </w:r>
          </w:p>
        </w:tc>
        <w:tc>
          <w:tcPr>
            <w:tcW w:w="7229" w:type="dxa"/>
            <w:gridSpan w:val="3"/>
            <w:vAlign w:val="center"/>
          </w:tcPr>
          <w:p w:rsidR="001704FD" w:rsidRPr="001704FD" w:rsidRDefault="001704FD" w:rsidP="00C04944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1704FD" w:rsidTr="007E7DF6">
        <w:tc>
          <w:tcPr>
            <w:tcW w:w="2978" w:type="dxa"/>
            <w:vAlign w:val="center"/>
          </w:tcPr>
          <w:p w:rsidR="001704FD" w:rsidRPr="00175144" w:rsidRDefault="001704FD" w:rsidP="007E7DF6">
            <w:pP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Adresse :</w:t>
            </w:r>
          </w:p>
        </w:tc>
        <w:tc>
          <w:tcPr>
            <w:tcW w:w="7229" w:type="dxa"/>
            <w:gridSpan w:val="3"/>
            <w:vAlign w:val="center"/>
          </w:tcPr>
          <w:p w:rsidR="001704FD" w:rsidRPr="001704FD" w:rsidRDefault="001704FD" w:rsidP="00C04944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C04944" w:rsidTr="007E7DF6">
        <w:tc>
          <w:tcPr>
            <w:tcW w:w="2978" w:type="dxa"/>
            <w:vAlign w:val="center"/>
          </w:tcPr>
          <w:p w:rsidR="00C04944" w:rsidRPr="00175144" w:rsidRDefault="00C04944" w:rsidP="007E7DF6">
            <w:pP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Téléphone :</w:t>
            </w:r>
          </w:p>
        </w:tc>
        <w:tc>
          <w:tcPr>
            <w:tcW w:w="3402" w:type="dxa"/>
            <w:vAlign w:val="center"/>
          </w:tcPr>
          <w:p w:rsidR="00C04944" w:rsidRPr="001704FD" w:rsidRDefault="00C04944" w:rsidP="00C04944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857" w:type="dxa"/>
            <w:vAlign w:val="center"/>
          </w:tcPr>
          <w:p w:rsidR="00C04944" w:rsidRPr="00175144" w:rsidRDefault="00C04944" w:rsidP="00C04944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Email :</w:t>
            </w:r>
          </w:p>
        </w:tc>
        <w:tc>
          <w:tcPr>
            <w:tcW w:w="2970" w:type="dxa"/>
            <w:vAlign w:val="center"/>
          </w:tcPr>
          <w:p w:rsidR="00C04944" w:rsidRPr="001704FD" w:rsidRDefault="00C04944" w:rsidP="00C04944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1704FD" w:rsidTr="007E7DF6">
        <w:tc>
          <w:tcPr>
            <w:tcW w:w="2978" w:type="dxa"/>
            <w:vAlign w:val="center"/>
          </w:tcPr>
          <w:p w:rsidR="001704FD" w:rsidRPr="00175144" w:rsidRDefault="001704FD" w:rsidP="007E7DF6">
            <w:pP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Dernier diplôme obtenu :</w:t>
            </w:r>
          </w:p>
        </w:tc>
        <w:tc>
          <w:tcPr>
            <w:tcW w:w="7229" w:type="dxa"/>
            <w:gridSpan w:val="3"/>
            <w:vAlign w:val="center"/>
          </w:tcPr>
          <w:p w:rsidR="001704FD" w:rsidRPr="001704FD" w:rsidRDefault="001704FD" w:rsidP="00C04944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1704FD" w:rsidTr="007E7DF6">
        <w:tc>
          <w:tcPr>
            <w:tcW w:w="2978" w:type="dxa"/>
            <w:vAlign w:val="center"/>
          </w:tcPr>
          <w:p w:rsidR="001704FD" w:rsidRPr="00175144" w:rsidRDefault="001704FD" w:rsidP="007E7DF6">
            <w:pP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Situation Professionnelle :</w:t>
            </w:r>
          </w:p>
        </w:tc>
        <w:tc>
          <w:tcPr>
            <w:tcW w:w="7229" w:type="dxa"/>
            <w:gridSpan w:val="3"/>
            <w:vAlign w:val="center"/>
          </w:tcPr>
          <w:p w:rsidR="001704FD" w:rsidRPr="001704FD" w:rsidRDefault="001704FD" w:rsidP="00C04944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1704FD" w:rsidTr="007E7DF6">
        <w:tc>
          <w:tcPr>
            <w:tcW w:w="2978" w:type="dxa"/>
            <w:vAlign w:val="center"/>
          </w:tcPr>
          <w:p w:rsidR="001704FD" w:rsidRPr="00175144" w:rsidRDefault="001704FD" w:rsidP="007E7DF6">
            <w:pP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Structure Professionnelle de rattachement :</w:t>
            </w:r>
          </w:p>
        </w:tc>
        <w:tc>
          <w:tcPr>
            <w:tcW w:w="7229" w:type="dxa"/>
            <w:gridSpan w:val="3"/>
            <w:vAlign w:val="center"/>
          </w:tcPr>
          <w:p w:rsidR="001704FD" w:rsidRPr="001704FD" w:rsidRDefault="001704FD" w:rsidP="00C04944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</w:tbl>
    <w:p w:rsidR="001704FD" w:rsidRDefault="001704FD" w:rsidP="00C944A8">
      <w:pPr>
        <w:ind w:left="709" w:hanging="1135"/>
        <w:jc w:val="both"/>
        <w:rPr>
          <w:rFonts w:ascii="Cambria" w:hAnsi="Cambria"/>
          <w:sz w:val="22"/>
          <w:szCs w:val="22"/>
        </w:rPr>
      </w:pPr>
    </w:p>
    <w:p w:rsidR="0091681C" w:rsidRDefault="0091681C" w:rsidP="00C944A8">
      <w:pPr>
        <w:ind w:left="709" w:hanging="1135"/>
        <w:jc w:val="both"/>
        <w:rPr>
          <w:rFonts w:ascii="Cambria" w:hAnsi="Cambria"/>
          <w:sz w:val="22"/>
          <w:szCs w:val="22"/>
        </w:rPr>
      </w:pPr>
    </w:p>
    <w:p w:rsidR="0091681C" w:rsidRDefault="0091681C" w:rsidP="00C944A8">
      <w:pPr>
        <w:ind w:left="709" w:hanging="1135"/>
        <w:jc w:val="both"/>
        <w:rPr>
          <w:rFonts w:ascii="Cambria" w:hAnsi="Cambria"/>
          <w:sz w:val="22"/>
          <w:szCs w:val="22"/>
        </w:rPr>
      </w:pPr>
    </w:p>
    <w:p w:rsidR="0091681C" w:rsidRPr="001704FD" w:rsidRDefault="001704FD" w:rsidP="001704FD">
      <w:pPr>
        <w:pBdr>
          <w:top w:val="single" w:sz="18" w:space="1" w:color="auto"/>
        </w:pBdr>
        <w:ind w:left="709" w:hanging="1135"/>
        <w:jc w:val="both"/>
        <w:rPr>
          <w:rFonts w:ascii="Cambria" w:hAnsi="Cambria"/>
          <w:b/>
          <w:bCs/>
          <w:sz w:val="28"/>
          <w:szCs w:val="28"/>
          <w:u w:val="single"/>
        </w:rPr>
      </w:pPr>
      <w:r w:rsidRPr="001704FD">
        <w:rPr>
          <w:rFonts w:ascii="Cambria" w:hAnsi="Cambria"/>
          <w:b/>
          <w:bCs/>
          <w:sz w:val="28"/>
          <w:szCs w:val="28"/>
          <w:u w:val="single"/>
        </w:rPr>
        <w:t>THESE :</w:t>
      </w:r>
    </w:p>
    <w:p w:rsidR="001704FD" w:rsidRDefault="001704FD" w:rsidP="00C944A8">
      <w:pPr>
        <w:ind w:left="709" w:hanging="1135"/>
        <w:jc w:val="both"/>
        <w:rPr>
          <w:rFonts w:ascii="Cambria" w:hAnsi="Cambria"/>
          <w:sz w:val="22"/>
          <w:szCs w:val="22"/>
        </w:rPr>
      </w:pPr>
    </w:p>
    <w:tbl>
      <w:tblPr>
        <w:tblStyle w:val="Grilledutableau"/>
        <w:tblW w:w="10207" w:type="dxa"/>
        <w:tblInd w:w="-431" w:type="dxa"/>
        <w:tblLook w:val="04A0"/>
      </w:tblPr>
      <w:tblGrid>
        <w:gridCol w:w="2943"/>
        <w:gridCol w:w="802"/>
        <w:gridCol w:w="1027"/>
        <w:gridCol w:w="174"/>
        <w:gridCol w:w="1593"/>
        <w:gridCol w:w="357"/>
        <w:gridCol w:w="814"/>
        <w:gridCol w:w="140"/>
        <w:gridCol w:w="2357"/>
      </w:tblGrid>
      <w:tr w:rsidR="001704FD" w:rsidTr="007E7DF6">
        <w:trPr>
          <w:trHeight w:val="695"/>
        </w:trPr>
        <w:tc>
          <w:tcPr>
            <w:tcW w:w="2978" w:type="dxa"/>
            <w:vAlign w:val="center"/>
          </w:tcPr>
          <w:p w:rsidR="001704FD" w:rsidRPr="00175144" w:rsidRDefault="001704FD" w:rsidP="007E7DF6">
            <w:pP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Intitulé de la thèse :</w:t>
            </w:r>
          </w:p>
        </w:tc>
        <w:tc>
          <w:tcPr>
            <w:tcW w:w="7229" w:type="dxa"/>
            <w:gridSpan w:val="8"/>
            <w:vAlign w:val="center"/>
          </w:tcPr>
          <w:p w:rsidR="001704FD" w:rsidRDefault="001704FD" w:rsidP="00C04944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1704FD" w:rsidTr="007E7DF6">
        <w:trPr>
          <w:gridAfter w:val="6"/>
          <w:wAfter w:w="5422" w:type="dxa"/>
        </w:trPr>
        <w:tc>
          <w:tcPr>
            <w:tcW w:w="2978" w:type="dxa"/>
            <w:vAlign w:val="center"/>
          </w:tcPr>
          <w:p w:rsidR="001704FD" w:rsidRPr="00175144" w:rsidRDefault="001704FD" w:rsidP="007E7DF6">
            <w:pP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Année Universitaire de la première inscription :</w:t>
            </w:r>
          </w:p>
        </w:tc>
        <w:tc>
          <w:tcPr>
            <w:tcW w:w="1807" w:type="dxa"/>
            <w:gridSpan w:val="2"/>
            <w:vAlign w:val="center"/>
          </w:tcPr>
          <w:p w:rsidR="001704FD" w:rsidRDefault="001704FD" w:rsidP="00C04944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</w:tr>
      <w:tr w:rsidR="00C04944" w:rsidTr="007E7DF6">
        <w:trPr>
          <w:trHeight w:val="625"/>
        </w:trPr>
        <w:tc>
          <w:tcPr>
            <w:tcW w:w="2978" w:type="dxa"/>
            <w:vAlign w:val="center"/>
          </w:tcPr>
          <w:p w:rsidR="00C04944" w:rsidRPr="00175144" w:rsidRDefault="00C04944" w:rsidP="007E7DF6">
            <w:pP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Bénéficiaire d’une bourse :</w:t>
            </w:r>
          </w:p>
        </w:tc>
        <w:tc>
          <w:tcPr>
            <w:tcW w:w="766" w:type="dxa"/>
            <w:vAlign w:val="center"/>
          </w:tcPr>
          <w:p w:rsidR="00C04944" w:rsidRPr="00175144" w:rsidRDefault="00C04944" w:rsidP="00C04944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Type :</w:t>
            </w:r>
          </w:p>
        </w:tc>
        <w:tc>
          <w:tcPr>
            <w:tcW w:w="2848" w:type="dxa"/>
            <w:gridSpan w:val="3"/>
            <w:vAlign w:val="center"/>
          </w:tcPr>
          <w:p w:rsidR="00C04944" w:rsidRDefault="00C04944" w:rsidP="00C04944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064" w:type="dxa"/>
            <w:gridSpan w:val="2"/>
            <w:vAlign w:val="center"/>
          </w:tcPr>
          <w:p w:rsidR="00C04944" w:rsidRPr="00175144" w:rsidRDefault="00C04944" w:rsidP="00C04944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Période :</w:t>
            </w:r>
          </w:p>
        </w:tc>
        <w:tc>
          <w:tcPr>
            <w:tcW w:w="2551" w:type="dxa"/>
            <w:gridSpan w:val="2"/>
            <w:vAlign w:val="center"/>
          </w:tcPr>
          <w:p w:rsidR="00C04944" w:rsidRDefault="00C04944" w:rsidP="00C04944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1704FD" w:rsidTr="007E7DF6">
        <w:tc>
          <w:tcPr>
            <w:tcW w:w="2978" w:type="dxa"/>
            <w:vAlign w:val="center"/>
          </w:tcPr>
          <w:p w:rsidR="001704FD" w:rsidRPr="00175144" w:rsidRDefault="001704FD" w:rsidP="007E7DF6">
            <w:pP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Laboratoire de recherche :</w:t>
            </w:r>
          </w:p>
        </w:tc>
        <w:tc>
          <w:tcPr>
            <w:tcW w:w="7229" w:type="dxa"/>
            <w:gridSpan w:val="8"/>
            <w:vAlign w:val="center"/>
          </w:tcPr>
          <w:p w:rsidR="001704FD" w:rsidRDefault="001704FD" w:rsidP="00C04944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C04944" w:rsidTr="007E7DF6">
        <w:tc>
          <w:tcPr>
            <w:tcW w:w="2978" w:type="dxa"/>
            <w:vAlign w:val="center"/>
          </w:tcPr>
          <w:p w:rsidR="00C04944" w:rsidRPr="00175144" w:rsidRDefault="00C04944" w:rsidP="007E7DF6">
            <w:pP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Responsable du laboratoire :</w:t>
            </w:r>
          </w:p>
        </w:tc>
        <w:tc>
          <w:tcPr>
            <w:tcW w:w="3962" w:type="dxa"/>
            <w:gridSpan w:val="5"/>
            <w:vAlign w:val="center"/>
          </w:tcPr>
          <w:p w:rsidR="00C04944" w:rsidRDefault="00C04944" w:rsidP="00C04944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C04944" w:rsidRPr="00175144" w:rsidRDefault="00C04944" w:rsidP="00C04944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Email :</w:t>
            </w:r>
          </w:p>
        </w:tc>
        <w:tc>
          <w:tcPr>
            <w:tcW w:w="2410" w:type="dxa"/>
            <w:vAlign w:val="center"/>
          </w:tcPr>
          <w:p w:rsidR="00C04944" w:rsidRDefault="00C04944" w:rsidP="00C04944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C04944" w:rsidTr="00175144">
        <w:tc>
          <w:tcPr>
            <w:tcW w:w="2978" w:type="dxa"/>
            <w:vMerge w:val="restart"/>
            <w:vAlign w:val="center"/>
          </w:tcPr>
          <w:p w:rsidR="00C04944" w:rsidRPr="00175144" w:rsidRDefault="00C04944" w:rsidP="007E7DF6">
            <w:pP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Directeur de thèse :</w:t>
            </w:r>
          </w:p>
        </w:tc>
        <w:tc>
          <w:tcPr>
            <w:tcW w:w="1984" w:type="dxa"/>
            <w:gridSpan w:val="3"/>
            <w:vAlign w:val="center"/>
          </w:tcPr>
          <w:p w:rsidR="00C04944" w:rsidRPr="00175144" w:rsidRDefault="00C04944" w:rsidP="00C04944">
            <w:pP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Nom et Prénom :</w:t>
            </w:r>
          </w:p>
        </w:tc>
        <w:tc>
          <w:tcPr>
            <w:tcW w:w="5245" w:type="dxa"/>
            <w:gridSpan w:val="5"/>
            <w:vAlign w:val="center"/>
          </w:tcPr>
          <w:p w:rsidR="00C04944" w:rsidRDefault="00C04944" w:rsidP="00C04944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C04944" w:rsidTr="00175144">
        <w:tc>
          <w:tcPr>
            <w:tcW w:w="2978" w:type="dxa"/>
            <w:vMerge/>
            <w:vAlign w:val="center"/>
          </w:tcPr>
          <w:p w:rsidR="00C04944" w:rsidRPr="00175144" w:rsidRDefault="00C04944" w:rsidP="007E7DF6">
            <w:pP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C04944" w:rsidRPr="00175144" w:rsidRDefault="00C04944" w:rsidP="00C04944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Téléphone :</w:t>
            </w:r>
          </w:p>
        </w:tc>
        <w:tc>
          <w:tcPr>
            <w:tcW w:w="1978" w:type="dxa"/>
            <w:gridSpan w:val="2"/>
            <w:vAlign w:val="center"/>
          </w:tcPr>
          <w:p w:rsidR="00C04944" w:rsidRDefault="00C04944" w:rsidP="00C04944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C04944" w:rsidRPr="00175144" w:rsidRDefault="00C04944" w:rsidP="00C04944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Email :</w:t>
            </w:r>
          </w:p>
        </w:tc>
        <w:tc>
          <w:tcPr>
            <w:tcW w:w="2410" w:type="dxa"/>
            <w:vAlign w:val="center"/>
          </w:tcPr>
          <w:p w:rsidR="00C04944" w:rsidRDefault="00C04944" w:rsidP="00C04944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C04944" w:rsidTr="00175144">
        <w:tc>
          <w:tcPr>
            <w:tcW w:w="2978" w:type="dxa"/>
            <w:vMerge w:val="restart"/>
            <w:vAlign w:val="center"/>
          </w:tcPr>
          <w:p w:rsidR="00C04944" w:rsidRPr="00175144" w:rsidRDefault="00C04944" w:rsidP="007E7DF6">
            <w:pP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Co-Directeur</w:t>
            </w:r>
            <w:proofErr w:type="spellEnd"/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 xml:space="preserve"> de thèse :</w:t>
            </w:r>
          </w:p>
        </w:tc>
        <w:tc>
          <w:tcPr>
            <w:tcW w:w="1984" w:type="dxa"/>
            <w:gridSpan w:val="3"/>
            <w:vAlign w:val="center"/>
          </w:tcPr>
          <w:p w:rsidR="00C04944" w:rsidRPr="00175144" w:rsidRDefault="00C04944" w:rsidP="00C04944">
            <w:pPr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Nom et Prénom :</w:t>
            </w:r>
          </w:p>
        </w:tc>
        <w:tc>
          <w:tcPr>
            <w:tcW w:w="5245" w:type="dxa"/>
            <w:gridSpan w:val="5"/>
            <w:vAlign w:val="center"/>
          </w:tcPr>
          <w:p w:rsidR="00C04944" w:rsidRDefault="00C04944" w:rsidP="00C04944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C04944" w:rsidTr="00175144">
        <w:tc>
          <w:tcPr>
            <w:tcW w:w="2978" w:type="dxa"/>
            <w:vMerge/>
            <w:vAlign w:val="center"/>
          </w:tcPr>
          <w:p w:rsidR="00C04944" w:rsidRPr="001704FD" w:rsidRDefault="00C04944" w:rsidP="00C04944">
            <w:pPr>
              <w:rPr>
                <w:rFonts w:ascii="Cambria" w:hAnsi="Cambria"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C04944" w:rsidRPr="00175144" w:rsidRDefault="00C04944" w:rsidP="00C04944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Téléphone :</w:t>
            </w:r>
          </w:p>
        </w:tc>
        <w:tc>
          <w:tcPr>
            <w:tcW w:w="1978" w:type="dxa"/>
            <w:gridSpan w:val="2"/>
            <w:vAlign w:val="center"/>
          </w:tcPr>
          <w:p w:rsidR="00C04944" w:rsidRDefault="00C04944" w:rsidP="00C04944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857" w:type="dxa"/>
            <w:gridSpan w:val="2"/>
            <w:vAlign w:val="center"/>
          </w:tcPr>
          <w:p w:rsidR="00C04944" w:rsidRPr="00175144" w:rsidRDefault="00C04944" w:rsidP="00C04944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75144">
              <w:rPr>
                <w:rFonts w:ascii="Cambria" w:hAnsi="Cambria"/>
                <w:b/>
                <w:bCs/>
                <w:i/>
                <w:iCs/>
                <w:sz w:val="22"/>
                <w:szCs w:val="22"/>
              </w:rPr>
              <w:t>Email :</w:t>
            </w:r>
          </w:p>
        </w:tc>
        <w:tc>
          <w:tcPr>
            <w:tcW w:w="2410" w:type="dxa"/>
            <w:vAlign w:val="center"/>
          </w:tcPr>
          <w:p w:rsidR="00C04944" w:rsidRDefault="00C04944" w:rsidP="00C04944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1704FD" w:rsidRDefault="001704FD" w:rsidP="00C944A8">
      <w:pPr>
        <w:ind w:left="709" w:hanging="1135"/>
        <w:jc w:val="both"/>
        <w:rPr>
          <w:rFonts w:ascii="Cambria" w:hAnsi="Cambria"/>
          <w:sz w:val="22"/>
          <w:szCs w:val="22"/>
        </w:rPr>
      </w:pPr>
    </w:p>
    <w:p w:rsidR="00F94B17" w:rsidRDefault="00F94B17" w:rsidP="00F94B17">
      <w:pPr>
        <w:ind w:left="709" w:hanging="1135"/>
        <w:jc w:val="both"/>
        <w:rPr>
          <w:rFonts w:ascii="Cambria" w:hAnsi="Cambria"/>
          <w:sz w:val="22"/>
          <w:szCs w:val="22"/>
        </w:rPr>
      </w:pPr>
    </w:p>
    <w:p w:rsidR="00F94B17" w:rsidRPr="001704FD" w:rsidRDefault="001704FD" w:rsidP="001704FD">
      <w:pPr>
        <w:pBdr>
          <w:top w:val="single" w:sz="18" w:space="1" w:color="auto"/>
        </w:pBdr>
        <w:ind w:left="709" w:hanging="1135"/>
        <w:jc w:val="both"/>
        <w:rPr>
          <w:rFonts w:ascii="Cambria" w:hAnsi="Cambria"/>
          <w:b/>
          <w:bCs/>
          <w:sz w:val="28"/>
          <w:szCs w:val="28"/>
          <w:u w:val="single"/>
        </w:rPr>
      </w:pPr>
      <w:r w:rsidRPr="001704FD">
        <w:rPr>
          <w:rFonts w:ascii="Cambria" w:hAnsi="Cambria"/>
          <w:b/>
          <w:bCs/>
          <w:sz w:val="28"/>
          <w:szCs w:val="28"/>
          <w:u w:val="single"/>
        </w:rPr>
        <w:lastRenderedPageBreak/>
        <w:t>ETAT D’AVANCEMENT DE LA THESE DE DOCTORAT :</w:t>
      </w:r>
    </w:p>
    <w:p w:rsidR="00F94B17" w:rsidRDefault="00F94B17" w:rsidP="00F94B17">
      <w:pPr>
        <w:ind w:left="709" w:hanging="1135"/>
        <w:jc w:val="both"/>
        <w:rPr>
          <w:rFonts w:ascii="Cambria" w:hAnsi="Cambria"/>
          <w:sz w:val="22"/>
          <w:szCs w:val="22"/>
        </w:rPr>
      </w:pPr>
    </w:p>
    <w:p w:rsidR="00F94B17" w:rsidRPr="00175144" w:rsidRDefault="00F94B17" w:rsidP="00F94B17">
      <w:pPr>
        <w:pStyle w:val="Paragraphedeliste"/>
        <w:numPr>
          <w:ilvl w:val="0"/>
          <w:numId w:val="28"/>
        </w:numPr>
        <w:jc w:val="both"/>
        <w:rPr>
          <w:rFonts w:ascii="Cambria" w:hAnsi="Cambria"/>
          <w:b/>
          <w:bCs/>
          <w:i/>
          <w:iCs/>
          <w:u w:val="single"/>
        </w:rPr>
      </w:pPr>
      <w:r w:rsidRPr="00175144">
        <w:rPr>
          <w:rFonts w:ascii="Cambria" w:hAnsi="Cambria"/>
          <w:b/>
          <w:bCs/>
          <w:i/>
          <w:iCs/>
          <w:u w:val="single"/>
        </w:rPr>
        <w:t>Parties réalisées :</w:t>
      </w:r>
    </w:p>
    <w:p w:rsidR="00F94B17" w:rsidRPr="00175144" w:rsidRDefault="00F94B17" w:rsidP="00F94B17">
      <w:pPr>
        <w:pStyle w:val="Paragraphedeliste"/>
        <w:numPr>
          <w:ilvl w:val="1"/>
          <w:numId w:val="28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175144">
        <w:rPr>
          <w:rFonts w:asciiTheme="minorHAnsi" w:hAnsiTheme="minorHAnsi"/>
          <w:b/>
          <w:bCs/>
          <w:sz w:val="22"/>
          <w:szCs w:val="22"/>
        </w:rPr>
        <w:t>Description :</w:t>
      </w:r>
    </w:p>
    <w:p w:rsidR="00175144" w:rsidRDefault="00175144" w:rsidP="00175144">
      <w:pPr>
        <w:pStyle w:val="Paragraphedeliste"/>
        <w:ind w:left="1014"/>
        <w:jc w:val="both"/>
        <w:rPr>
          <w:rFonts w:ascii="Cambria" w:hAnsi="Cambria"/>
          <w:sz w:val="22"/>
          <w:szCs w:val="22"/>
        </w:rPr>
      </w:pPr>
    </w:p>
    <w:p w:rsidR="00175144" w:rsidRDefault="00175144" w:rsidP="00175144">
      <w:pPr>
        <w:pStyle w:val="Paragraphedeliste"/>
        <w:ind w:left="1014"/>
        <w:jc w:val="both"/>
        <w:rPr>
          <w:rFonts w:ascii="Cambria" w:hAnsi="Cambria"/>
          <w:sz w:val="22"/>
          <w:szCs w:val="22"/>
        </w:rPr>
      </w:pPr>
    </w:p>
    <w:p w:rsidR="00B63CA6" w:rsidRDefault="00B63CA6" w:rsidP="00175144">
      <w:pPr>
        <w:pStyle w:val="Paragraphedeliste"/>
        <w:ind w:left="1014"/>
        <w:jc w:val="both"/>
        <w:rPr>
          <w:rFonts w:ascii="Cambria" w:hAnsi="Cambria"/>
          <w:sz w:val="22"/>
          <w:szCs w:val="22"/>
        </w:rPr>
      </w:pPr>
    </w:p>
    <w:p w:rsidR="00B63CA6" w:rsidRDefault="00B63CA6" w:rsidP="00175144">
      <w:pPr>
        <w:pStyle w:val="Paragraphedeliste"/>
        <w:ind w:left="1014"/>
        <w:jc w:val="both"/>
        <w:rPr>
          <w:rFonts w:ascii="Cambria" w:hAnsi="Cambria"/>
          <w:sz w:val="22"/>
          <w:szCs w:val="22"/>
        </w:rPr>
      </w:pPr>
    </w:p>
    <w:p w:rsidR="00B63CA6" w:rsidRDefault="00B63CA6" w:rsidP="00175144">
      <w:pPr>
        <w:pStyle w:val="Paragraphedeliste"/>
        <w:ind w:left="1014"/>
        <w:jc w:val="both"/>
        <w:rPr>
          <w:rFonts w:ascii="Cambria" w:hAnsi="Cambria"/>
          <w:sz w:val="22"/>
          <w:szCs w:val="22"/>
        </w:rPr>
      </w:pPr>
    </w:p>
    <w:p w:rsidR="00175144" w:rsidRPr="00175144" w:rsidRDefault="00175144" w:rsidP="00175144">
      <w:pPr>
        <w:pStyle w:val="Paragraphedeliste"/>
        <w:ind w:left="1014"/>
        <w:jc w:val="both"/>
        <w:rPr>
          <w:rFonts w:ascii="Cambria" w:hAnsi="Cambria"/>
          <w:sz w:val="22"/>
          <w:szCs w:val="22"/>
        </w:rPr>
      </w:pPr>
    </w:p>
    <w:p w:rsidR="00F94B17" w:rsidRPr="00175144" w:rsidRDefault="00F94B17" w:rsidP="00F94B17">
      <w:pPr>
        <w:pStyle w:val="Paragraphedeliste"/>
        <w:numPr>
          <w:ilvl w:val="1"/>
          <w:numId w:val="28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175144">
        <w:rPr>
          <w:rFonts w:asciiTheme="minorHAnsi" w:hAnsiTheme="minorHAnsi"/>
          <w:b/>
          <w:bCs/>
          <w:sz w:val="22"/>
          <w:szCs w:val="22"/>
        </w:rPr>
        <w:t>Taux d’a</w:t>
      </w:r>
      <w:bookmarkStart w:id="0" w:name="_GoBack"/>
      <w:bookmarkEnd w:id="0"/>
      <w:r w:rsidRPr="00175144">
        <w:rPr>
          <w:rFonts w:asciiTheme="minorHAnsi" w:hAnsiTheme="minorHAnsi"/>
          <w:b/>
          <w:bCs/>
          <w:sz w:val="22"/>
          <w:szCs w:val="22"/>
        </w:rPr>
        <w:t>vancement :</w:t>
      </w:r>
    </w:p>
    <w:p w:rsidR="00175144" w:rsidRDefault="00175144" w:rsidP="00175144">
      <w:pPr>
        <w:pStyle w:val="Paragraphedeliste"/>
        <w:ind w:left="1014"/>
        <w:jc w:val="both"/>
        <w:rPr>
          <w:rFonts w:ascii="Cambria" w:hAnsi="Cambria"/>
          <w:sz w:val="22"/>
          <w:szCs w:val="22"/>
        </w:rPr>
      </w:pPr>
    </w:p>
    <w:p w:rsidR="00B63CA6" w:rsidRDefault="00B63CA6" w:rsidP="00175144">
      <w:pPr>
        <w:pStyle w:val="Paragraphedeliste"/>
        <w:ind w:left="1014"/>
        <w:jc w:val="both"/>
        <w:rPr>
          <w:rFonts w:ascii="Cambria" w:hAnsi="Cambria"/>
          <w:sz w:val="22"/>
          <w:szCs w:val="22"/>
        </w:rPr>
      </w:pPr>
    </w:p>
    <w:p w:rsidR="00175144" w:rsidRPr="00175144" w:rsidRDefault="00175144" w:rsidP="00175144">
      <w:pPr>
        <w:pStyle w:val="Paragraphedeliste"/>
        <w:ind w:left="1014"/>
        <w:jc w:val="both"/>
        <w:rPr>
          <w:rFonts w:ascii="Cambria" w:hAnsi="Cambria"/>
          <w:sz w:val="22"/>
          <w:szCs w:val="22"/>
        </w:rPr>
      </w:pPr>
    </w:p>
    <w:p w:rsidR="00F94B17" w:rsidRPr="00175144" w:rsidRDefault="00F94B17" w:rsidP="00F94B17">
      <w:pPr>
        <w:pStyle w:val="Paragraphedeliste"/>
        <w:numPr>
          <w:ilvl w:val="0"/>
          <w:numId w:val="28"/>
        </w:numPr>
        <w:jc w:val="both"/>
        <w:rPr>
          <w:rFonts w:ascii="Cambria" w:hAnsi="Cambria"/>
          <w:b/>
          <w:bCs/>
          <w:i/>
          <w:iCs/>
          <w:u w:val="single"/>
        </w:rPr>
      </w:pPr>
      <w:r w:rsidRPr="00175144">
        <w:rPr>
          <w:rFonts w:ascii="Cambria" w:hAnsi="Cambria"/>
          <w:b/>
          <w:bCs/>
          <w:i/>
          <w:iCs/>
          <w:u w:val="single"/>
        </w:rPr>
        <w:t>Parties à réaliser :</w:t>
      </w:r>
    </w:p>
    <w:p w:rsidR="00F94B17" w:rsidRDefault="00F94B17" w:rsidP="00F94B17">
      <w:pPr>
        <w:pStyle w:val="Paragraphedeliste"/>
        <w:numPr>
          <w:ilvl w:val="1"/>
          <w:numId w:val="28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175144">
        <w:rPr>
          <w:rFonts w:asciiTheme="minorHAnsi" w:hAnsiTheme="minorHAnsi"/>
          <w:b/>
          <w:bCs/>
          <w:sz w:val="22"/>
          <w:szCs w:val="22"/>
        </w:rPr>
        <w:t>Description :</w:t>
      </w:r>
    </w:p>
    <w:p w:rsidR="00175144" w:rsidRDefault="00175144" w:rsidP="00175144">
      <w:pPr>
        <w:pStyle w:val="Paragraphedeliste"/>
        <w:ind w:left="1014"/>
        <w:jc w:val="both"/>
        <w:rPr>
          <w:rFonts w:ascii="Cambria" w:hAnsi="Cambria"/>
          <w:sz w:val="22"/>
          <w:szCs w:val="22"/>
        </w:rPr>
      </w:pPr>
    </w:p>
    <w:p w:rsidR="00B63CA6" w:rsidRDefault="00B63CA6" w:rsidP="00175144">
      <w:pPr>
        <w:pStyle w:val="Paragraphedeliste"/>
        <w:ind w:left="1014"/>
        <w:jc w:val="both"/>
        <w:rPr>
          <w:rFonts w:ascii="Cambria" w:hAnsi="Cambria"/>
          <w:sz w:val="22"/>
          <w:szCs w:val="22"/>
        </w:rPr>
      </w:pPr>
    </w:p>
    <w:p w:rsidR="00175144" w:rsidRDefault="00175144" w:rsidP="00175144">
      <w:pPr>
        <w:pStyle w:val="Paragraphedeliste"/>
        <w:ind w:left="1014"/>
        <w:jc w:val="both"/>
        <w:rPr>
          <w:rFonts w:ascii="Cambria" w:hAnsi="Cambria"/>
          <w:sz w:val="22"/>
          <w:szCs w:val="22"/>
        </w:rPr>
      </w:pPr>
    </w:p>
    <w:p w:rsidR="00175144" w:rsidRPr="00175144" w:rsidRDefault="00175144" w:rsidP="00175144">
      <w:pPr>
        <w:pStyle w:val="Paragraphedeliste"/>
        <w:ind w:left="1014"/>
        <w:jc w:val="both"/>
        <w:rPr>
          <w:rFonts w:ascii="Cambria" w:hAnsi="Cambria"/>
          <w:sz w:val="22"/>
          <w:szCs w:val="22"/>
        </w:rPr>
      </w:pPr>
    </w:p>
    <w:p w:rsidR="00F94B17" w:rsidRPr="00175144" w:rsidRDefault="00F94B17" w:rsidP="00F94B17">
      <w:pPr>
        <w:pStyle w:val="Paragraphedeliste"/>
        <w:numPr>
          <w:ilvl w:val="0"/>
          <w:numId w:val="28"/>
        </w:numPr>
        <w:jc w:val="both"/>
        <w:rPr>
          <w:rFonts w:ascii="Cambria" w:hAnsi="Cambria"/>
          <w:b/>
          <w:bCs/>
          <w:i/>
          <w:iCs/>
          <w:u w:val="single"/>
        </w:rPr>
      </w:pPr>
      <w:r w:rsidRPr="00175144">
        <w:rPr>
          <w:rFonts w:ascii="Cambria" w:hAnsi="Cambria"/>
          <w:b/>
          <w:bCs/>
          <w:i/>
          <w:iCs/>
          <w:u w:val="single"/>
        </w:rPr>
        <w:t>Problèmes rencontrés : Matériel</w:t>
      </w:r>
      <w:r w:rsidR="00573FC2" w:rsidRPr="00175144">
        <w:rPr>
          <w:rFonts w:ascii="Cambria" w:hAnsi="Cambria"/>
          <w:b/>
          <w:bCs/>
          <w:i/>
          <w:iCs/>
          <w:u w:val="single"/>
        </w:rPr>
        <w:t>s</w:t>
      </w:r>
      <w:r w:rsidRPr="00175144">
        <w:rPr>
          <w:rFonts w:ascii="Cambria" w:hAnsi="Cambria"/>
          <w:b/>
          <w:bCs/>
          <w:i/>
          <w:iCs/>
          <w:u w:val="single"/>
        </w:rPr>
        <w:t>, Produits, Terrains, autres, …</w:t>
      </w:r>
      <w:proofErr w:type="gramStart"/>
      <w:r w:rsidRPr="00175144">
        <w:rPr>
          <w:rFonts w:ascii="Cambria" w:hAnsi="Cambria"/>
          <w:b/>
          <w:bCs/>
          <w:i/>
          <w:iCs/>
          <w:u w:val="single"/>
        </w:rPr>
        <w:t>.,</w:t>
      </w:r>
      <w:proofErr w:type="gramEnd"/>
      <w:r w:rsidRPr="00175144">
        <w:rPr>
          <w:rFonts w:ascii="Cambria" w:hAnsi="Cambria"/>
          <w:b/>
          <w:bCs/>
          <w:i/>
          <w:iCs/>
          <w:u w:val="single"/>
        </w:rPr>
        <w:t xml:space="preserve"> etc.</w:t>
      </w:r>
    </w:p>
    <w:p w:rsidR="00F94B17" w:rsidRDefault="00F94B17" w:rsidP="00F94B17">
      <w:pPr>
        <w:pStyle w:val="Paragraphedeliste"/>
        <w:numPr>
          <w:ilvl w:val="1"/>
          <w:numId w:val="28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175144">
        <w:rPr>
          <w:rFonts w:asciiTheme="minorHAnsi" w:hAnsiTheme="minorHAnsi"/>
          <w:b/>
          <w:bCs/>
          <w:sz w:val="22"/>
          <w:szCs w:val="22"/>
        </w:rPr>
        <w:t>Description :</w:t>
      </w:r>
    </w:p>
    <w:p w:rsidR="00175144" w:rsidRDefault="00175144" w:rsidP="00175144">
      <w:pPr>
        <w:pStyle w:val="Paragraphedeliste"/>
        <w:ind w:left="1014"/>
        <w:jc w:val="both"/>
        <w:rPr>
          <w:rFonts w:ascii="Cambria" w:hAnsi="Cambria"/>
          <w:sz w:val="22"/>
          <w:szCs w:val="22"/>
        </w:rPr>
      </w:pPr>
    </w:p>
    <w:p w:rsidR="00B63CA6" w:rsidRDefault="00B63CA6" w:rsidP="00175144">
      <w:pPr>
        <w:pStyle w:val="Paragraphedeliste"/>
        <w:ind w:left="1014"/>
        <w:jc w:val="both"/>
        <w:rPr>
          <w:rFonts w:ascii="Cambria" w:hAnsi="Cambria"/>
          <w:sz w:val="22"/>
          <w:szCs w:val="22"/>
        </w:rPr>
      </w:pPr>
    </w:p>
    <w:p w:rsidR="00175144" w:rsidRDefault="00175144" w:rsidP="00175144">
      <w:pPr>
        <w:pStyle w:val="Paragraphedeliste"/>
        <w:ind w:left="1014"/>
        <w:jc w:val="both"/>
        <w:rPr>
          <w:rFonts w:ascii="Cambria" w:hAnsi="Cambria"/>
          <w:sz w:val="22"/>
          <w:szCs w:val="22"/>
        </w:rPr>
      </w:pPr>
    </w:p>
    <w:p w:rsidR="00175144" w:rsidRPr="00175144" w:rsidRDefault="00175144" w:rsidP="00175144">
      <w:pPr>
        <w:pStyle w:val="Paragraphedeliste"/>
        <w:ind w:left="1014"/>
        <w:jc w:val="both"/>
        <w:rPr>
          <w:rFonts w:ascii="Cambria" w:hAnsi="Cambria"/>
          <w:sz w:val="22"/>
          <w:szCs w:val="22"/>
        </w:rPr>
      </w:pPr>
    </w:p>
    <w:p w:rsidR="00F94B17" w:rsidRPr="00175144" w:rsidRDefault="00F94B17" w:rsidP="00F94B17">
      <w:pPr>
        <w:pStyle w:val="Paragraphedeliste"/>
        <w:numPr>
          <w:ilvl w:val="0"/>
          <w:numId w:val="28"/>
        </w:numPr>
        <w:jc w:val="both"/>
        <w:rPr>
          <w:rFonts w:ascii="Cambria" w:hAnsi="Cambria"/>
          <w:b/>
          <w:bCs/>
          <w:i/>
          <w:iCs/>
          <w:u w:val="single"/>
        </w:rPr>
      </w:pPr>
      <w:r w:rsidRPr="00175144">
        <w:rPr>
          <w:rFonts w:ascii="Cambria" w:hAnsi="Cambria"/>
          <w:b/>
          <w:bCs/>
          <w:i/>
          <w:iCs/>
          <w:u w:val="single"/>
        </w:rPr>
        <w:t>Production Scientifique :</w:t>
      </w:r>
    </w:p>
    <w:p w:rsidR="00F94B17" w:rsidRPr="00175144" w:rsidRDefault="00F94B17" w:rsidP="00F94B17">
      <w:pPr>
        <w:pStyle w:val="Paragraphedeliste"/>
        <w:numPr>
          <w:ilvl w:val="1"/>
          <w:numId w:val="28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175144">
        <w:rPr>
          <w:rFonts w:asciiTheme="minorHAnsi" w:hAnsiTheme="minorHAnsi"/>
          <w:b/>
          <w:bCs/>
          <w:sz w:val="22"/>
          <w:szCs w:val="22"/>
        </w:rPr>
        <w:t>Publications internationales :</w:t>
      </w:r>
    </w:p>
    <w:p w:rsidR="00F94B17" w:rsidRDefault="00F94B17" w:rsidP="00F94B17">
      <w:pPr>
        <w:pStyle w:val="Paragraphedeliste"/>
        <w:numPr>
          <w:ilvl w:val="2"/>
          <w:numId w:val="28"/>
        </w:numPr>
        <w:jc w:val="both"/>
        <w:rPr>
          <w:rFonts w:ascii="Cambria" w:hAnsi="Cambria"/>
          <w:sz w:val="22"/>
          <w:szCs w:val="22"/>
        </w:rPr>
      </w:pPr>
    </w:p>
    <w:p w:rsidR="002429D2" w:rsidRDefault="002429D2" w:rsidP="00F94B17">
      <w:pPr>
        <w:pStyle w:val="Paragraphedeliste"/>
        <w:numPr>
          <w:ilvl w:val="2"/>
          <w:numId w:val="28"/>
        </w:numPr>
        <w:jc w:val="both"/>
        <w:rPr>
          <w:rFonts w:ascii="Cambria" w:hAnsi="Cambria"/>
          <w:sz w:val="22"/>
          <w:szCs w:val="22"/>
        </w:rPr>
      </w:pPr>
    </w:p>
    <w:p w:rsidR="00F94B17" w:rsidRPr="00175144" w:rsidRDefault="00F94B17" w:rsidP="00F94B17">
      <w:pPr>
        <w:pStyle w:val="Paragraphedeliste"/>
        <w:numPr>
          <w:ilvl w:val="1"/>
          <w:numId w:val="28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175144">
        <w:rPr>
          <w:rFonts w:asciiTheme="minorHAnsi" w:hAnsiTheme="minorHAnsi"/>
          <w:b/>
          <w:bCs/>
          <w:sz w:val="22"/>
          <w:szCs w:val="22"/>
        </w:rPr>
        <w:t>Publications nationales :</w:t>
      </w:r>
    </w:p>
    <w:p w:rsidR="00F94B17" w:rsidRDefault="00F94B17" w:rsidP="00F94B17">
      <w:pPr>
        <w:pStyle w:val="Paragraphedeliste"/>
        <w:numPr>
          <w:ilvl w:val="2"/>
          <w:numId w:val="28"/>
        </w:numPr>
        <w:jc w:val="both"/>
        <w:rPr>
          <w:rFonts w:ascii="Cambria" w:hAnsi="Cambria"/>
          <w:sz w:val="22"/>
          <w:szCs w:val="22"/>
        </w:rPr>
      </w:pPr>
    </w:p>
    <w:p w:rsidR="002429D2" w:rsidRDefault="002429D2" w:rsidP="00F94B17">
      <w:pPr>
        <w:pStyle w:val="Paragraphedeliste"/>
        <w:numPr>
          <w:ilvl w:val="2"/>
          <w:numId w:val="28"/>
        </w:numPr>
        <w:jc w:val="both"/>
        <w:rPr>
          <w:rFonts w:ascii="Cambria" w:hAnsi="Cambria"/>
          <w:sz w:val="22"/>
          <w:szCs w:val="22"/>
        </w:rPr>
      </w:pPr>
    </w:p>
    <w:p w:rsidR="00F94B17" w:rsidRPr="00175144" w:rsidRDefault="00F94B17" w:rsidP="00F94B17">
      <w:pPr>
        <w:pStyle w:val="Paragraphedeliste"/>
        <w:numPr>
          <w:ilvl w:val="1"/>
          <w:numId w:val="28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175144">
        <w:rPr>
          <w:rFonts w:asciiTheme="minorHAnsi" w:hAnsiTheme="minorHAnsi"/>
          <w:b/>
          <w:bCs/>
          <w:sz w:val="22"/>
          <w:szCs w:val="22"/>
        </w:rPr>
        <w:t>Communications internationales :</w:t>
      </w:r>
    </w:p>
    <w:p w:rsidR="00F94B17" w:rsidRDefault="00F94B17" w:rsidP="00F94B17">
      <w:pPr>
        <w:pStyle w:val="Paragraphedeliste"/>
        <w:numPr>
          <w:ilvl w:val="2"/>
          <w:numId w:val="28"/>
        </w:numPr>
        <w:jc w:val="both"/>
        <w:rPr>
          <w:rFonts w:ascii="Cambria" w:hAnsi="Cambria"/>
          <w:sz w:val="22"/>
          <w:szCs w:val="22"/>
        </w:rPr>
      </w:pPr>
    </w:p>
    <w:p w:rsidR="002429D2" w:rsidRDefault="002429D2" w:rsidP="00F94B17">
      <w:pPr>
        <w:pStyle w:val="Paragraphedeliste"/>
        <w:numPr>
          <w:ilvl w:val="2"/>
          <w:numId w:val="28"/>
        </w:numPr>
        <w:jc w:val="both"/>
        <w:rPr>
          <w:rFonts w:ascii="Cambria" w:hAnsi="Cambria"/>
          <w:sz w:val="22"/>
          <w:szCs w:val="22"/>
        </w:rPr>
      </w:pPr>
    </w:p>
    <w:p w:rsidR="00F94B17" w:rsidRPr="00175144" w:rsidRDefault="00F94B17" w:rsidP="00F94B17">
      <w:pPr>
        <w:pStyle w:val="Paragraphedeliste"/>
        <w:numPr>
          <w:ilvl w:val="1"/>
          <w:numId w:val="28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175144">
        <w:rPr>
          <w:rFonts w:asciiTheme="minorHAnsi" w:hAnsiTheme="minorHAnsi"/>
          <w:b/>
          <w:bCs/>
          <w:sz w:val="22"/>
          <w:szCs w:val="22"/>
        </w:rPr>
        <w:t>Communications nationales :</w:t>
      </w:r>
    </w:p>
    <w:p w:rsidR="00F94B17" w:rsidRDefault="00F94B17" w:rsidP="00F94B17">
      <w:pPr>
        <w:pStyle w:val="Paragraphedeliste"/>
        <w:numPr>
          <w:ilvl w:val="2"/>
          <w:numId w:val="28"/>
        </w:numPr>
        <w:jc w:val="both"/>
        <w:rPr>
          <w:rFonts w:ascii="Cambria" w:hAnsi="Cambria"/>
          <w:sz w:val="22"/>
          <w:szCs w:val="22"/>
        </w:rPr>
      </w:pPr>
    </w:p>
    <w:p w:rsidR="002429D2" w:rsidRDefault="002429D2" w:rsidP="00F94B17">
      <w:pPr>
        <w:pStyle w:val="Paragraphedeliste"/>
        <w:numPr>
          <w:ilvl w:val="2"/>
          <w:numId w:val="28"/>
        </w:numPr>
        <w:jc w:val="both"/>
        <w:rPr>
          <w:rFonts w:ascii="Cambria" w:hAnsi="Cambria"/>
          <w:sz w:val="22"/>
          <w:szCs w:val="22"/>
        </w:rPr>
      </w:pPr>
    </w:p>
    <w:p w:rsidR="002429D2" w:rsidRDefault="002429D2" w:rsidP="002429D2">
      <w:pPr>
        <w:pStyle w:val="Paragraphedeliste"/>
        <w:ind w:left="294"/>
        <w:jc w:val="both"/>
        <w:rPr>
          <w:rFonts w:ascii="Cambria" w:hAnsi="Cambria"/>
          <w:sz w:val="22"/>
          <w:szCs w:val="22"/>
        </w:rPr>
      </w:pPr>
    </w:p>
    <w:p w:rsidR="002429D2" w:rsidRDefault="002429D2" w:rsidP="002429D2">
      <w:pPr>
        <w:pStyle w:val="Paragraphedeliste"/>
        <w:ind w:left="294"/>
        <w:jc w:val="both"/>
        <w:rPr>
          <w:rFonts w:ascii="Cambria" w:hAnsi="Cambria"/>
          <w:sz w:val="22"/>
          <w:szCs w:val="22"/>
        </w:rPr>
      </w:pPr>
    </w:p>
    <w:p w:rsidR="00B63CA6" w:rsidRDefault="00B63CA6" w:rsidP="002429D2">
      <w:pPr>
        <w:pStyle w:val="Paragraphedeliste"/>
        <w:ind w:left="294"/>
        <w:jc w:val="both"/>
        <w:rPr>
          <w:rFonts w:ascii="Cambria" w:hAnsi="Cambria"/>
          <w:sz w:val="22"/>
          <w:szCs w:val="22"/>
        </w:rPr>
      </w:pPr>
    </w:p>
    <w:p w:rsidR="00B63CA6" w:rsidRDefault="00B63CA6" w:rsidP="002429D2">
      <w:pPr>
        <w:pStyle w:val="Paragraphedeliste"/>
        <w:ind w:left="294"/>
        <w:jc w:val="both"/>
        <w:rPr>
          <w:rFonts w:ascii="Cambria" w:hAnsi="Cambria"/>
          <w:sz w:val="22"/>
          <w:szCs w:val="22"/>
        </w:rPr>
      </w:pPr>
    </w:p>
    <w:p w:rsidR="00F94B17" w:rsidRPr="00175144" w:rsidRDefault="00F94B17" w:rsidP="00F94B17">
      <w:pPr>
        <w:pStyle w:val="Paragraphedeliste"/>
        <w:numPr>
          <w:ilvl w:val="0"/>
          <w:numId w:val="28"/>
        </w:numPr>
        <w:jc w:val="both"/>
        <w:rPr>
          <w:rFonts w:ascii="Cambria" w:hAnsi="Cambria"/>
          <w:b/>
          <w:bCs/>
          <w:i/>
          <w:iCs/>
          <w:u w:val="single"/>
        </w:rPr>
      </w:pPr>
      <w:r w:rsidRPr="00175144">
        <w:rPr>
          <w:rFonts w:ascii="Cambria" w:hAnsi="Cambria"/>
          <w:b/>
          <w:bCs/>
          <w:i/>
          <w:iCs/>
          <w:u w:val="single"/>
        </w:rPr>
        <w:t>Echéancier </w:t>
      </w:r>
      <w:proofErr w:type="gramStart"/>
      <w:r w:rsidRPr="00175144">
        <w:rPr>
          <w:rFonts w:ascii="Cambria" w:hAnsi="Cambria"/>
          <w:b/>
          <w:bCs/>
          <w:i/>
          <w:iCs/>
          <w:u w:val="single"/>
        </w:rPr>
        <w:t>:</w:t>
      </w:r>
      <w:r w:rsidR="00B63CA6" w:rsidRPr="00B63CA6">
        <w:rPr>
          <w:rFonts w:ascii="Cambria" w:hAnsi="Cambria"/>
        </w:rPr>
        <w:t xml:space="preserve">  </w:t>
      </w:r>
      <w:r w:rsidR="00B63CA6">
        <w:rPr>
          <w:rFonts w:ascii="Cambria" w:hAnsi="Cambria"/>
          <w:i/>
          <w:iCs/>
          <w:sz w:val="22"/>
          <w:szCs w:val="22"/>
        </w:rPr>
        <w:t>(</w:t>
      </w:r>
      <w:proofErr w:type="gramEnd"/>
      <w:r w:rsidR="00B63CA6">
        <w:rPr>
          <w:rFonts w:ascii="Cambria" w:hAnsi="Cambria"/>
          <w:i/>
          <w:iCs/>
          <w:sz w:val="22"/>
          <w:szCs w:val="22"/>
        </w:rPr>
        <w:t>R</w:t>
      </w:r>
      <w:r w:rsidR="00B63CA6" w:rsidRPr="00B63CA6">
        <w:rPr>
          <w:rFonts w:ascii="Cambria" w:hAnsi="Cambria"/>
          <w:i/>
          <w:iCs/>
          <w:sz w:val="22"/>
          <w:szCs w:val="22"/>
        </w:rPr>
        <w:t xml:space="preserve">édaction de publications/communications, rédaction de chapitres, préparation d’exposés, stage à effectuer, soutenance, </w:t>
      </w:r>
      <w:proofErr w:type="spellStart"/>
      <w:r w:rsidR="00B63CA6" w:rsidRPr="00B63CA6">
        <w:rPr>
          <w:rFonts w:ascii="Cambria" w:hAnsi="Cambria"/>
          <w:i/>
          <w:iCs/>
          <w:sz w:val="22"/>
          <w:szCs w:val="22"/>
        </w:rPr>
        <w:t>etc</w:t>
      </w:r>
      <w:proofErr w:type="spellEnd"/>
      <w:r w:rsidR="00B63CA6" w:rsidRPr="00B63CA6">
        <w:rPr>
          <w:rFonts w:ascii="Cambria" w:hAnsi="Cambria"/>
          <w:i/>
          <w:iCs/>
          <w:sz w:val="22"/>
          <w:szCs w:val="22"/>
        </w:rPr>
        <w:t>…)</w:t>
      </w:r>
    </w:p>
    <w:p w:rsidR="00F94B17" w:rsidRPr="00B63CA6" w:rsidRDefault="00F94B17" w:rsidP="00B63CA6">
      <w:pPr>
        <w:pStyle w:val="Paragraphedeliste"/>
        <w:ind w:left="426"/>
        <w:jc w:val="both"/>
        <w:rPr>
          <w:rFonts w:ascii="Cambria" w:hAnsi="Cambria"/>
          <w:sz w:val="22"/>
          <w:szCs w:val="22"/>
        </w:rPr>
      </w:pPr>
    </w:p>
    <w:p w:rsidR="00B63CA6" w:rsidRPr="00B63CA6" w:rsidRDefault="00B63CA6" w:rsidP="00B63CA6">
      <w:pPr>
        <w:pStyle w:val="Paragraphedeliste"/>
        <w:ind w:left="426"/>
        <w:jc w:val="both"/>
        <w:rPr>
          <w:rFonts w:ascii="Cambria" w:hAnsi="Cambria"/>
          <w:sz w:val="22"/>
          <w:szCs w:val="22"/>
        </w:rPr>
      </w:pPr>
    </w:p>
    <w:p w:rsidR="00175144" w:rsidRDefault="00175144" w:rsidP="00175144">
      <w:pPr>
        <w:pStyle w:val="Paragraphedeliste"/>
        <w:ind w:left="426"/>
        <w:jc w:val="both"/>
        <w:rPr>
          <w:rFonts w:ascii="Cambria" w:hAnsi="Cambria"/>
          <w:sz w:val="22"/>
          <w:szCs w:val="22"/>
        </w:rPr>
      </w:pPr>
    </w:p>
    <w:p w:rsidR="00175144" w:rsidRDefault="00175144" w:rsidP="00175144">
      <w:pPr>
        <w:pStyle w:val="Paragraphedeliste"/>
        <w:ind w:left="426"/>
        <w:jc w:val="both"/>
        <w:rPr>
          <w:rFonts w:ascii="Cambria" w:hAnsi="Cambria"/>
          <w:sz w:val="22"/>
          <w:szCs w:val="22"/>
        </w:rPr>
      </w:pPr>
    </w:p>
    <w:p w:rsidR="00DE41C9" w:rsidRDefault="00DE41C9" w:rsidP="00175144">
      <w:pPr>
        <w:pStyle w:val="Paragraphedeliste"/>
        <w:ind w:left="426"/>
        <w:jc w:val="both"/>
        <w:rPr>
          <w:rFonts w:ascii="Cambria" w:hAnsi="Cambria"/>
          <w:sz w:val="22"/>
          <w:szCs w:val="22"/>
        </w:rPr>
      </w:pPr>
    </w:p>
    <w:p w:rsidR="00F94B17" w:rsidRDefault="00F94B17" w:rsidP="00175144">
      <w:pPr>
        <w:pStyle w:val="Paragraphedeliste"/>
        <w:ind w:left="426"/>
        <w:jc w:val="both"/>
        <w:rPr>
          <w:rFonts w:ascii="Cambria" w:hAnsi="Cambria"/>
          <w:sz w:val="22"/>
          <w:szCs w:val="22"/>
        </w:rPr>
      </w:pPr>
    </w:p>
    <w:p w:rsidR="00175144" w:rsidRDefault="00175144" w:rsidP="00301156">
      <w:pPr>
        <w:pBdr>
          <w:top w:val="single" w:sz="18" w:space="1" w:color="auto"/>
        </w:pBdr>
        <w:ind w:left="709" w:hanging="1135"/>
        <w:jc w:val="both"/>
        <w:rPr>
          <w:rFonts w:ascii="Cambria" w:hAnsi="Cambria"/>
          <w:b/>
          <w:bCs/>
          <w:sz w:val="28"/>
          <w:szCs w:val="28"/>
          <w:u w:val="single"/>
        </w:rPr>
      </w:pPr>
      <w:r>
        <w:rPr>
          <w:rFonts w:ascii="Cambria" w:hAnsi="Cambria"/>
          <w:b/>
          <w:bCs/>
          <w:sz w:val="28"/>
          <w:szCs w:val="28"/>
          <w:u w:val="single"/>
        </w:rPr>
        <w:lastRenderedPageBreak/>
        <w:t>Signature</w:t>
      </w:r>
      <w:r w:rsidR="00301156">
        <w:rPr>
          <w:rFonts w:ascii="Cambria" w:hAnsi="Cambria"/>
          <w:b/>
          <w:bCs/>
          <w:sz w:val="28"/>
          <w:szCs w:val="28"/>
          <w:u w:val="single"/>
        </w:rPr>
        <w:t>s</w:t>
      </w:r>
      <w:r>
        <w:rPr>
          <w:rFonts w:ascii="Cambria" w:hAnsi="Cambria"/>
          <w:b/>
          <w:bCs/>
          <w:sz w:val="28"/>
          <w:szCs w:val="28"/>
          <w:u w:val="single"/>
        </w:rPr>
        <w:t xml:space="preserve"> </w:t>
      </w:r>
      <w:r w:rsidR="00301156">
        <w:rPr>
          <w:rFonts w:ascii="Cambria" w:hAnsi="Cambria"/>
          <w:b/>
          <w:bCs/>
          <w:sz w:val="28"/>
          <w:szCs w:val="28"/>
          <w:u w:val="single"/>
        </w:rPr>
        <w:t>et Visas</w:t>
      </w:r>
      <w:r w:rsidRPr="001704FD">
        <w:rPr>
          <w:rFonts w:ascii="Cambria" w:hAnsi="Cambria"/>
          <w:b/>
          <w:bCs/>
          <w:sz w:val="28"/>
          <w:szCs w:val="28"/>
          <w:u w:val="single"/>
        </w:rPr>
        <w:t> :</w:t>
      </w:r>
    </w:p>
    <w:p w:rsidR="00175144" w:rsidRDefault="00175144" w:rsidP="00175144">
      <w:pPr>
        <w:pBdr>
          <w:top w:val="single" w:sz="18" w:space="1" w:color="auto"/>
        </w:pBdr>
        <w:ind w:left="709" w:hanging="1135"/>
        <w:jc w:val="both"/>
        <w:rPr>
          <w:rFonts w:ascii="Cambria" w:hAnsi="Cambria"/>
          <w:b/>
          <w:bCs/>
          <w:sz w:val="28"/>
          <w:szCs w:val="28"/>
          <w:u w:val="single"/>
        </w:rPr>
      </w:pPr>
    </w:p>
    <w:tbl>
      <w:tblPr>
        <w:tblStyle w:val="Grilledutableau"/>
        <w:tblW w:w="0" w:type="auto"/>
        <w:tblInd w:w="-431" w:type="dxa"/>
        <w:tblLook w:val="04A0"/>
      </w:tblPr>
      <w:tblGrid>
        <w:gridCol w:w="4962"/>
        <w:gridCol w:w="5097"/>
      </w:tblGrid>
      <w:tr w:rsidR="00301156" w:rsidRPr="00301156" w:rsidTr="00301156">
        <w:tc>
          <w:tcPr>
            <w:tcW w:w="4962" w:type="dxa"/>
          </w:tcPr>
          <w:p w:rsidR="00301156" w:rsidRDefault="00301156" w:rsidP="00301156">
            <w:pPr>
              <w:pStyle w:val="Paragraphedeliste"/>
              <w:ind w:left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01156">
              <w:rPr>
                <w:rFonts w:ascii="Cambria" w:hAnsi="Cambria"/>
                <w:b/>
                <w:bCs/>
                <w:sz w:val="22"/>
                <w:szCs w:val="22"/>
              </w:rPr>
              <w:t>Le Doctorant (Date et Signature)</w:t>
            </w:r>
          </w:p>
          <w:p w:rsidR="00301156" w:rsidRPr="00301156" w:rsidRDefault="00301156" w:rsidP="00301156">
            <w:pPr>
              <w:pStyle w:val="Paragraphedeliste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01156">
              <w:rPr>
                <w:rFonts w:ascii="Cambria" w:hAnsi="Cambria"/>
                <w:sz w:val="22"/>
                <w:szCs w:val="22"/>
              </w:rPr>
              <w:t>Reporter le Nom</w:t>
            </w:r>
          </w:p>
        </w:tc>
        <w:tc>
          <w:tcPr>
            <w:tcW w:w="5097" w:type="dxa"/>
          </w:tcPr>
          <w:p w:rsidR="00301156" w:rsidRDefault="00301156" w:rsidP="00301156">
            <w:pPr>
              <w:pStyle w:val="Paragraphedeliste"/>
              <w:ind w:left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301156">
              <w:rPr>
                <w:rFonts w:ascii="Cambria" w:hAnsi="Cambria"/>
                <w:b/>
                <w:bCs/>
                <w:sz w:val="22"/>
                <w:szCs w:val="22"/>
              </w:rPr>
              <w:t>Le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/le</w:t>
            </w:r>
            <w:r w:rsidRPr="00301156">
              <w:rPr>
                <w:rFonts w:ascii="Cambria" w:hAnsi="Cambria"/>
                <w:b/>
                <w:bCs/>
                <w:sz w:val="22"/>
                <w:szCs w:val="22"/>
              </w:rPr>
              <w:t>s Encadreur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(</w:t>
            </w:r>
            <w:r w:rsidRPr="00301156">
              <w:rPr>
                <w:rFonts w:ascii="Cambria" w:hAnsi="Cambria"/>
                <w:b/>
                <w:bCs/>
                <w:sz w:val="22"/>
                <w:szCs w:val="22"/>
              </w:rPr>
              <w:t>s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)</w:t>
            </w:r>
            <w:r w:rsidRPr="00301156">
              <w:rPr>
                <w:rFonts w:ascii="Cambria" w:hAnsi="Cambria"/>
                <w:b/>
                <w:bCs/>
                <w:sz w:val="22"/>
                <w:szCs w:val="22"/>
              </w:rPr>
              <w:t xml:space="preserve"> (Date et Signature)</w:t>
            </w:r>
          </w:p>
          <w:p w:rsidR="00301156" w:rsidRPr="00301156" w:rsidRDefault="00301156" w:rsidP="00301156">
            <w:pPr>
              <w:pStyle w:val="Paragraphedeliste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01156">
              <w:rPr>
                <w:rFonts w:ascii="Cambria" w:hAnsi="Cambria"/>
                <w:sz w:val="22"/>
                <w:szCs w:val="22"/>
              </w:rPr>
              <w:t>Reporter le/les Nom(s)</w:t>
            </w:r>
          </w:p>
        </w:tc>
      </w:tr>
      <w:tr w:rsidR="00301156" w:rsidTr="00301156">
        <w:trPr>
          <w:trHeight w:val="1188"/>
        </w:trPr>
        <w:tc>
          <w:tcPr>
            <w:tcW w:w="4962" w:type="dxa"/>
          </w:tcPr>
          <w:p w:rsidR="00301156" w:rsidRDefault="00301156" w:rsidP="00175144">
            <w:pPr>
              <w:pStyle w:val="Paragraphedeliste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097" w:type="dxa"/>
          </w:tcPr>
          <w:p w:rsidR="00301156" w:rsidRDefault="00301156" w:rsidP="00175144">
            <w:pPr>
              <w:pStyle w:val="Paragraphedeliste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91681C" w:rsidRDefault="0091681C" w:rsidP="00175144">
      <w:pPr>
        <w:pStyle w:val="Paragraphedeliste"/>
        <w:ind w:left="426"/>
        <w:jc w:val="both"/>
        <w:rPr>
          <w:rFonts w:ascii="Cambria" w:hAnsi="Cambria"/>
          <w:sz w:val="22"/>
          <w:szCs w:val="22"/>
        </w:rPr>
      </w:pPr>
    </w:p>
    <w:p w:rsidR="00301156" w:rsidRDefault="00301156" w:rsidP="00175144">
      <w:pPr>
        <w:pStyle w:val="Paragraphedeliste"/>
        <w:ind w:left="426"/>
        <w:jc w:val="both"/>
        <w:rPr>
          <w:rFonts w:ascii="Cambria" w:hAnsi="Cambria"/>
          <w:sz w:val="22"/>
          <w:szCs w:val="22"/>
        </w:rPr>
      </w:pPr>
    </w:p>
    <w:p w:rsidR="00DE41C9" w:rsidRDefault="00DE41C9" w:rsidP="00175144">
      <w:pPr>
        <w:pStyle w:val="Paragraphedeliste"/>
        <w:ind w:left="426"/>
        <w:jc w:val="both"/>
        <w:rPr>
          <w:rFonts w:ascii="Cambria" w:hAnsi="Cambria"/>
          <w:sz w:val="22"/>
          <w:szCs w:val="22"/>
        </w:rPr>
      </w:pPr>
    </w:p>
    <w:tbl>
      <w:tblPr>
        <w:tblStyle w:val="Grilledutableau"/>
        <w:tblW w:w="0" w:type="auto"/>
        <w:tblInd w:w="-431" w:type="dxa"/>
        <w:tblLook w:val="04A0"/>
      </w:tblPr>
      <w:tblGrid>
        <w:gridCol w:w="4962"/>
        <w:gridCol w:w="5097"/>
      </w:tblGrid>
      <w:tr w:rsidR="00301156" w:rsidRPr="00301156" w:rsidTr="00301156">
        <w:tc>
          <w:tcPr>
            <w:tcW w:w="4962" w:type="dxa"/>
          </w:tcPr>
          <w:p w:rsidR="00301156" w:rsidRDefault="00301156" w:rsidP="008B68E4">
            <w:pPr>
              <w:pStyle w:val="Paragraphedeliste"/>
              <w:ind w:left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Avis du CFD</w:t>
            </w:r>
            <w:r w:rsidRPr="00301156">
              <w:rPr>
                <w:rFonts w:ascii="Cambria" w:hAnsi="Cambria"/>
                <w:b/>
                <w:bCs/>
                <w:sz w:val="22"/>
                <w:szCs w:val="22"/>
              </w:rPr>
              <w:t xml:space="preserve"> (Date et Signature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 xml:space="preserve"> du Président</w:t>
            </w:r>
            <w:r w:rsidRPr="00301156">
              <w:rPr>
                <w:rFonts w:ascii="Cambria" w:hAnsi="Cambria"/>
                <w:b/>
                <w:bCs/>
                <w:sz w:val="22"/>
                <w:szCs w:val="22"/>
              </w:rPr>
              <w:t>)</w:t>
            </w:r>
          </w:p>
          <w:p w:rsidR="00301156" w:rsidRPr="00301156" w:rsidRDefault="00301156" w:rsidP="008B68E4">
            <w:pPr>
              <w:pStyle w:val="Paragraphedeliste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01156">
              <w:rPr>
                <w:rFonts w:ascii="Cambria" w:hAnsi="Cambria"/>
                <w:sz w:val="22"/>
                <w:szCs w:val="22"/>
              </w:rPr>
              <w:t>Reporter le Nom</w:t>
            </w:r>
          </w:p>
        </w:tc>
        <w:tc>
          <w:tcPr>
            <w:tcW w:w="5097" w:type="dxa"/>
          </w:tcPr>
          <w:p w:rsidR="00301156" w:rsidRDefault="00301156" w:rsidP="00301156">
            <w:pPr>
              <w:pStyle w:val="Paragraphedeliste"/>
              <w:ind w:left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Avis et Observations du Vice Doyen Chargé de la Post-Graduation</w:t>
            </w:r>
            <w:r w:rsidRPr="00301156">
              <w:rPr>
                <w:rFonts w:ascii="Cambria" w:hAnsi="Cambria"/>
                <w:b/>
                <w:bCs/>
                <w:sz w:val="22"/>
                <w:szCs w:val="22"/>
              </w:rPr>
              <w:t xml:space="preserve"> (Date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,</w:t>
            </w:r>
            <w:r w:rsidRPr="00301156">
              <w:rPr>
                <w:rFonts w:ascii="Cambria" w:hAnsi="Cambria"/>
                <w:b/>
                <w:bCs/>
                <w:sz w:val="22"/>
                <w:szCs w:val="22"/>
              </w:rPr>
              <w:t xml:space="preserve"> Signature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, cachets officielles</w:t>
            </w:r>
            <w:r w:rsidRPr="00301156">
              <w:rPr>
                <w:rFonts w:ascii="Cambria" w:hAnsi="Cambria"/>
                <w:b/>
                <w:bCs/>
                <w:sz w:val="22"/>
                <w:szCs w:val="22"/>
              </w:rPr>
              <w:t>)</w:t>
            </w:r>
          </w:p>
          <w:p w:rsidR="00301156" w:rsidRPr="00301156" w:rsidRDefault="00301156" w:rsidP="00301156">
            <w:pPr>
              <w:pStyle w:val="Paragraphedeliste"/>
              <w:ind w:left="0"/>
              <w:jc w:val="center"/>
              <w:rPr>
                <w:rFonts w:ascii="Cambria" w:hAnsi="Cambria"/>
                <w:sz w:val="22"/>
                <w:szCs w:val="22"/>
              </w:rPr>
            </w:pPr>
            <w:r w:rsidRPr="00301156">
              <w:rPr>
                <w:rFonts w:ascii="Cambria" w:hAnsi="Cambria"/>
                <w:sz w:val="22"/>
                <w:szCs w:val="22"/>
              </w:rPr>
              <w:t>Reporter le Nom</w:t>
            </w:r>
          </w:p>
        </w:tc>
      </w:tr>
      <w:tr w:rsidR="00301156" w:rsidTr="00301156">
        <w:trPr>
          <w:trHeight w:val="1188"/>
        </w:trPr>
        <w:tc>
          <w:tcPr>
            <w:tcW w:w="4962" w:type="dxa"/>
          </w:tcPr>
          <w:p w:rsidR="00301156" w:rsidRDefault="00301156" w:rsidP="008B68E4">
            <w:pPr>
              <w:pStyle w:val="Paragraphedeliste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097" w:type="dxa"/>
          </w:tcPr>
          <w:p w:rsidR="00301156" w:rsidRDefault="00301156" w:rsidP="008B68E4">
            <w:pPr>
              <w:pStyle w:val="Paragraphedeliste"/>
              <w:ind w:left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301156" w:rsidRDefault="00301156" w:rsidP="00175144">
      <w:pPr>
        <w:pStyle w:val="Paragraphedeliste"/>
        <w:ind w:left="426"/>
        <w:jc w:val="both"/>
        <w:rPr>
          <w:rFonts w:ascii="Cambria" w:hAnsi="Cambria"/>
          <w:sz w:val="22"/>
          <w:szCs w:val="22"/>
        </w:rPr>
      </w:pPr>
    </w:p>
    <w:sectPr w:rsidR="00301156" w:rsidSect="0077564A">
      <w:headerReference w:type="default" r:id="rId8"/>
      <w:footerReference w:type="default" r:id="rId9"/>
      <w:pgSz w:w="11906" w:h="16838" w:code="9"/>
      <w:pgMar w:top="2268" w:right="1134" w:bottom="851" w:left="1134" w:header="454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EAF" w:rsidRDefault="00DA5EAF" w:rsidP="00881055">
      <w:r>
        <w:separator/>
      </w:r>
    </w:p>
  </w:endnote>
  <w:endnote w:type="continuationSeparator" w:id="0">
    <w:p w:rsidR="00DA5EAF" w:rsidRDefault="00DA5EAF" w:rsidP="008810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  <w:embedBold r:id="rId1" w:subsetted="1" w:fontKey="{78716319-AF3C-44B4-B651-D23C11EEF468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DE9" w:rsidRPr="00175144" w:rsidRDefault="00E25628" w:rsidP="00175144">
    <w:pPr>
      <w:pStyle w:val="Pieddepage"/>
      <w:pBdr>
        <w:top w:val="single" w:sz="24" w:space="1" w:color="E36C0A" w:themeColor="accent6" w:themeShade="BF"/>
      </w:pBdr>
      <w:jc w:val="right"/>
      <w:rPr>
        <w:rFonts w:asciiTheme="minorHAnsi" w:hAnsiTheme="minorHAnsi"/>
        <w:b/>
        <w:bCs/>
        <w:sz w:val="20"/>
        <w:szCs w:val="20"/>
      </w:rPr>
    </w:pPr>
    <w:r w:rsidRPr="00175144">
      <w:rPr>
        <w:rFonts w:asciiTheme="minorHAnsi" w:hAnsiTheme="minorHAnsi"/>
        <w:b/>
        <w:bCs/>
        <w:sz w:val="20"/>
        <w:szCs w:val="20"/>
      </w:rPr>
      <w:t xml:space="preserve">Page </w:t>
    </w:r>
    <w:r w:rsidR="00067441" w:rsidRPr="00175144">
      <w:rPr>
        <w:rFonts w:asciiTheme="minorHAnsi" w:hAnsiTheme="minorHAnsi"/>
        <w:b/>
        <w:bCs/>
        <w:sz w:val="20"/>
        <w:szCs w:val="20"/>
      </w:rPr>
      <w:fldChar w:fldCharType="begin"/>
    </w:r>
    <w:r w:rsidR="00175144" w:rsidRPr="00175144">
      <w:rPr>
        <w:rFonts w:asciiTheme="minorHAnsi" w:hAnsiTheme="minorHAnsi"/>
        <w:b/>
        <w:bCs/>
        <w:sz w:val="20"/>
        <w:szCs w:val="20"/>
      </w:rPr>
      <w:instrText xml:space="preserve"> PAGE   \* MERGEFORMAT </w:instrText>
    </w:r>
    <w:r w:rsidR="00067441" w:rsidRPr="00175144">
      <w:rPr>
        <w:rFonts w:asciiTheme="minorHAnsi" w:hAnsiTheme="minorHAnsi"/>
        <w:b/>
        <w:bCs/>
        <w:sz w:val="20"/>
        <w:szCs w:val="20"/>
      </w:rPr>
      <w:fldChar w:fldCharType="separate"/>
    </w:r>
    <w:r w:rsidR="00AF1EB9">
      <w:rPr>
        <w:rFonts w:asciiTheme="minorHAnsi" w:hAnsiTheme="minorHAnsi"/>
        <w:b/>
        <w:bCs/>
        <w:noProof/>
        <w:sz w:val="20"/>
        <w:szCs w:val="20"/>
      </w:rPr>
      <w:t>3</w:t>
    </w:r>
    <w:r w:rsidR="00067441" w:rsidRPr="00175144">
      <w:rPr>
        <w:rFonts w:asciiTheme="minorHAnsi" w:hAnsiTheme="minorHAnsi"/>
        <w:b/>
        <w:bCs/>
        <w:sz w:val="20"/>
        <w:szCs w:val="20"/>
      </w:rPr>
      <w:fldChar w:fldCharType="end"/>
    </w:r>
    <w:r w:rsidR="00175144" w:rsidRPr="00175144">
      <w:rPr>
        <w:rFonts w:asciiTheme="minorHAnsi" w:hAnsiTheme="minorHAnsi"/>
        <w:b/>
        <w:bCs/>
        <w:sz w:val="20"/>
        <w:szCs w:val="20"/>
      </w:rPr>
      <w:t>/</w:t>
    </w:r>
    <w:fldSimple w:instr=" SECTIONPAGES  \* Arabic  \* MERGEFORMAT ">
      <w:r w:rsidR="00AF1EB9" w:rsidRPr="00AF1EB9">
        <w:rPr>
          <w:rFonts w:asciiTheme="minorHAnsi" w:hAnsiTheme="minorHAnsi"/>
          <w:b/>
          <w:bCs/>
          <w:noProof/>
          <w:sz w:val="20"/>
          <w:szCs w:val="20"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EAF" w:rsidRDefault="00DA5EAF" w:rsidP="00881055">
      <w:r>
        <w:separator/>
      </w:r>
    </w:p>
  </w:footnote>
  <w:footnote w:type="continuationSeparator" w:id="0">
    <w:p w:rsidR="00DA5EAF" w:rsidRDefault="00DA5EAF" w:rsidP="008810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DE9" w:rsidRPr="008E3852" w:rsidRDefault="00AD7DE9" w:rsidP="00EE2E7F">
    <w:pPr>
      <w:pStyle w:val="Titre"/>
      <w:ind w:left="1560"/>
      <w:rPr>
        <w:rFonts w:ascii="Cambria" w:hAnsi="Cambria"/>
        <w:smallCaps/>
        <w:spacing w:val="28"/>
        <w:sz w:val="16"/>
        <w:szCs w:val="10"/>
        <w:u w:val="none"/>
      </w:rPr>
    </w:pPr>
    <w:proofErr w:type="spellStart"/>
    <w:r w:rsidRPr="008E3852">
      <w:rPr>
        <w:rFonts w:ascii="Cambria" w:hAnsi="Cambria"/>
        <w:smallCaps/>
        <w:spacing w:val="28"/>
        <w:sz w:val="16"/>
        <w:szCs w:val="10"/>
        <w:u w:val="none"/>
      </w:rPr>
      <w:t>Republique</w:t>
    </w:r>
    <w:proofErr w:type="spellEnd"/>
    <w:r w:rsidRPr="008E3852">
      <w:rPr>
        <w:rFonts w:ascii="Cambria" w:hAnsi="Cambria"/>
        <w:smallCaps/>
        <w:spacing w:val="28"/>
        <w:sz w:val="16"/>
        <w:szCs w:val="10"/>
        <w:u w:val="none"/>
      </w:rPr>
      <w:t xml:space="preserve"> </w:t>
    </w:r>
    <w:proofErr w:type="spellStart"/>
    <w:r w:rsidRPr="008E3852">
      <w:rPr>
        <w:rFonts w:ascii="Cambria" w:hAnsi="Cambria"/>
        <w:smallCaps/>
        <w:spacing w:val="28"/>
        <w:sz w:val="16"/>
        <w:szCs w:val="10"/>
        <w:u w:val="none"/>
      </w:rPr>
      <w:t>Algerienne</w:t>
    </w:r>
    <w:proofErr w:type="spellEnd"/>
    <w:r w:rsidRPr="008E3852">
      <w:rPr>
        <w:rFonts w:ascii="Cambria" w:hAnsi="Cambria"/>
        <w:smallCaps/>
        <w:spacing w:val="28"/>
        <w:sz w:val="16"/>
        <w:szCs w:val="10"/>
        <w:u w:val="none"/>
      </w:rPr>
      <w:t xml:space="preserve"> </w:t>
    </w:r>
    <w:proofErr w:type="spellStart"/>
    <w:r w:rsidRPr="008E3852">
      <w:rPr>
        <w:rFonts w:ascii="Cambria" w:hAnsi="Cambria"/>
        <w:smallCaps/>
        <w:spacing w:val="28"/>
        <w:sz w:val="16"/>
        <w:szCs w:val="10"/>
        <w:u w:val="none"/>
      </w:rPr>
      <w:t>Democratique</w:t>
    </w:r>
    <w:proofErr w:type="spellEnd"/>
    <w:r w:rsidRPr="008E3852">
      <w:rPr>
        <w:rFonts w:ascii="Cambria" w:hAnsi="Cambria"/>
        <w:smallCaps/>
        <w:spacing w:val="28"/>
        <w:sz w:val="16"/>
        <w:szCs w:val="10"/>
        <w:u w:val="none"/>
      </w:rPr>
      <w:t xml:space="preserve"> et Populaire</w:t>
    </w:r>
  </w:p>
  <w:p w:rsidR="00AD7DE9" w:rsidRPr="008E3852" w:rsidRDefault="00AD7DE9" w:rsidP="00F25D36">
    <w:pPr>
      <w:pStyle w:val="Titre"/>
      <w:ind w:left="1560"/>
      <w:rPr>
        <w:rFonts w:ascii="Cambria" w:hAnsi="Cambria"/>
        <w:spacing w:val="28"/>
        <w:sz w:val="14"/>
        <w:szCs w:val="14"/>
        <w:u w:val="none"/>
      </w:rPr>
    </w:pPr>
    <w:r w:rsidRPr="008E3852">
      <w:rPr>
        <w:rFonts w:ascii="Cambria" w:hAnsi="Cambria"/>
        <w:spacing w:val="28"/>
        <w:sz w:val="12"/>
        <w:szCs w:val="12"/>
        <w:u w:val="none"/>
      </w:rPr>
      <w:t>Ministère de l’Enseignement Supérieur et de la Recherche Scientifique</w:t>
    </w:r>
  </w:p>
  <w:tbl>
    <w:tblPr>
      <w:tblW w:w="10392" w:type="dxa"/>
      <w:jc w:val="center"/>
      <w:tblBorders>
        <w:top w:val="single" w:sz="24" w:space="0" w:color="E36C0A" w:themeColor="accent6" w:themeShade="BF"/>
        <w:bottom w:val="single" w:sz="24" w:space="0" w:color="E36C0A" w:themeColor="accent6" w:themeShade="BF"/>
      </w:tblBorders>
      <w:tblLook w:val="04A0"/>
    </w:tblPr>
    <w:tblGrid>
      <w:gridCol w:w="2839"/>
      <w:gridCol w:w="7553"/>
    </w:tblGrid>
    <w:tr w:rsidR="00AD7DE9" w:rsidRPr="00180BD5" w:rsidTr="00175144">
      <w:trPr>
        <w:trHeight w:val="1300"/>
        <w:jc w:val="center"/>
      </w:trPr>
      <w:tc>
        <w:tcPr>
          <w:tcW w:w="2839" w:type="dxa"/>
          <w:vAlign w:val="center"/>
        </w:tcPr>
        <w:p w:rsidR="00AD7DE9" w:rsidRPr="00180BD5" w:rsidRDefault="00811326" w:rsidP="00F25D36">
          <w:pPr>
            <w:rPr>
              <w:bCs/>
            </w:rPr>
          </w:pPr>
          <w:r>
            <w:rPr>
              <w:noProof/>
            </w:rPr>
            <w:drawing>
              <wp:inline distT="0" distB="0" distL="0" distR="0">
                <wp:extent cx="812327" cy="743650"/>
                <wp:effectExtent l="0" t="0" r="6985" b="0"/>
                <wp:docPr id="1" name="Image 1" descr="Description : Logo-JPG-c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Description : Logo-JPG-c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533" cy="7438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53" w:type="dxa"/>
          <w:shd w:val="clear" w:color="auto" w:fill="auto"/>
          <w:vAlign w:val="center"/>
        </w:tcPr>
        <w:p w:rsidR="0091681C" w:rsidRPr="00E5775C" w:rsidRDefault="00AD7DE9" w:rsidP="00E5775C">
          <w:pPr>
            <w:ind w:right="1260"/>
            <w:jc w:val="center"/>
            <w:rPr>
              <w:rFonts w:ascii="Calibri" w:hAnsi="Calibri"/>
              <w:b/>
              <w:color w:val="548DD4"/>
              <w:sz w:val="18"/>
              <w:szCs w:val="18"/>
            </w:rPr>
          </w:pPr>
          <w:r w:rsidRPr="008E3852">
            <w:rPr>
              <w:rFonts w:ascii="Cambria" w:hAnsi="Cambria"/>
              <w:b/>
              <w:bCs/>
              <w:smallCaps/>
              <w:color w:val="365F91"/>
              <w:spacing w:val="30"/>
              <w:sz w:val="20"/>
              <w:szCs w:val="20"/>
            </w:rPr>
            <w:t xml:space="preserve">Université </w:t>
          </w:r>
          <w:proofErr w:type="spellStart"/>
          <w:r w:rsidRPr="008E3852">
            <w:rPr>
              <w:rFonts w:ascii="Cambria" w:hAnsi="Cambria"/>
              <w:b/>
              <w:bCs/>
              <w:smallCaps/>
              <w:color w:val="365F91"/>
              <w:spacing w:val="30"/>
              <w:sz w:val="20"/>
              <w:szCs w:val="20"/>
            </w:rPr>
            <w:t>Djillali</w:t>
          </w:r>
          <w:proofErr w:type="spellEnd"/>
          <w:r w:rsidRPr="008E3852">
            <w:rPr>
              <w:rFonts w:ascii="Cambria" w:hAnsi="Cambria"/>
              <w:b/>
              <w:bCs/>
              <w:smallCaps/>
              <w:color w:val="365F91"/>
              <w:spacing w:val="30"/>
              <w:sz w:val="20"/>
              <w:szCs w:val="20"/>
            </w:rPr>
            <w:t xml:space="preserve"> </w:t>
          </w:r>
          <w:proofErr w:type="spellStart"/>
          <w:r w:rsidRPr="008E3852">
            <w:rPr>
              <w:rFonts w:ascii="Cambria" w:hAnsi="Cambria"/>
              <w:b/>
              <w:bCs/>
              <w:smallCaps/>
              <w:color w:val="365F91"/>
              <w:spacing w:val="30"/>
              <w:sz w:val="20"/>
              <w:szCs w:val="20"/>
            </w:rPr>
            <w:t>Liabès</w:t>
          </w:r>
          <w:proofErr w:type="spellEnd"/>
          <w:r w:rsidRPr="008E3852">
            <w:rPr>
              <w:rFonts w:ascii="Cambria" w:hAnsi="Cambria"/>
              <w:b/>
              <w:bCs/>
              <w:smallCaps/>
              <w:color w:val="365F91"/>
              <w:spacing w:val="30"/>
              <w:sz w:val="20"/>
              <w:szCs w:val="20"/>
            </w:rPr>
            <w:t xml:space="preserve"> de Sidi Bel </w:t>
          </w:r>
          <w:proofErr w:type="spellStart"/>
          <w:r w:rsidRPr="008E3852">
            <w:rPr>
              <w:rFonts w:ascii="Cambria" w:hAnsi="Cambria"/>
              <w:b/>
              <w:bCs/>
              <w:smallCaps/>
              <w:color w:val="365F91"/>
              <w:spacing w:val="30"/>
              <w:sz w:val="20"/>
              <w:szCs w:val="20"/>
            </w:rPr>
            <w:t>Abbès</w:t>
          </w:r>
          <w:proofErr w:type="spellEnd"/>
          <w:r>
            <w:rPr>
              <w:rFonts w:ascii="Cambria" w:hAnsi="Cambria"/>
              <w:bCs/>
              <w:color w:val="365F91"/>
              <w:spacing w:val="30"/>
              <w:sz w:val="22"/>
              <w:szCs w:val="22"/>
            </w:rPr>
            <w:br/>
          </w:r>
          <w:r w:rsidRPr="008E3852">
            <w:rPr>
              <w:rFonts w:ascii="Calibri" w:hAnsi="Calibri"/>
              <w:b/>
              <w:color w:val="548DD4"/>
              <w:sz w:val="18"/>
              <w:szCs w:val="18"/>
            </w:rPr>
            <w:t>Vice-Rectorat</w:t>
          </w:r>
          <w:r w:rsidRPr="008E3852">
            <w:rPr>
              <w:rFonts w:ascii="Calibri" w:hAnsi="Calibri"/>
              <w:b/>
              <w:color w:val="548DD4"/>
              <w:sz w:val="18"/>
              <w:szCs w:val="18"/>
            </w:rPr>
            <w:br/>
            <w:t xml:space="preserve">de la Formation Supérieure </w:t>
          </w:r>
          <w:r w:rsidR="008E3852" w:rsidRPr="008E3852">
            <w:rPr>
              <w:rFonts w:ascii="Calibri" w:hAnsi="Calibri"/>
              <w:b/>
              <w:color w:val="548DD4"/>
              <w:sz w:val="18"/>
              <w:szCs w:val="18"/>
            </w:rPr>
            <w:t>de 3</w:t>
          </w:r>
          <w:r w:rsidR="008E3852" w:rsidRPr="008E3852">
            <w:rPr>
              <w:rFonts w:ascii="Calibri" w:hAnsi="Calibri"/>
              <w:b/>
              <w:color w:val="548DD4"/>
              <w:sz w:val="18"/>
              <w:szCs w:val="18"/>
              <w:vertAlign w:val="superscript"/>
            </w:rPr>
            <w:t>ème</w:t>
          </w:r>
          <w:r w:rsidR="008E3852" w:rsidRPr="008E3852">
            <w:rPr>
              <w:rFonts w:ascii="Calibri" w:hAnsi="Calibri"/>
              <w:b/>
              <w:color w:val="548DD4"/>
              <w:sz w:val="18"/>
              <w:szCs w:val="18"/>
            </w:rPr>
            <w:t xml:space="preserve"> cycle, </w:t>
          </w:r>
          <w:r w:rsidRPr="008E3852">
            <w:rPr>
              <w:rFonts w:ascii="Calibri" w:hAnsi="Calibri"/>
              <w:b/>
              <w:color w:val="548DD4"/>
              <w:sz w:val="18"/>
              <w:szCs w:val="18"/>
            </w:rPr>
            <w:t>de l’Habilitation Universitaire</w:t>
          </w:r>
          <w:r w:rsidR="008E3852" w:rsidRPr="008E3852">
            <w:rPr>
              <w:rFonts w:ascii="Calibri" w:hAnsi="Calibri"/>
              <w:b/>
              <w:color w:val="548DD4"/>
              <w:sz w:val="18"/>
              <w:szCs w:val="18"/>
            </w:rPr>
            <w:t>,</w:t>
          </w:r>
          <w:r w:rsidRPr="008E3852">
            <w:rPr>
              <w:rFonts w:ascii="Calibri" w:hAnsi="Calibri"/>
              <w:b/>
              <w:color w:val="548DD4"/>
              <w:sz w:val="18"/>
              <w:szCs w:val="18"/>
            </w:rPr>
            <w:t xml:space="preserve"> de la Recherche Scientifique</w:t>
          </w:r>
          <w:r w:rsidR="008E3852" w:rsidRPr="008E3852">
            <w:rPr>
              <w:rFonts w:ascii="Calibri" w:hAnsi="Calibri"/>
              <w:b/>
              <w:color w:val="548DD4"/>
              <w:sz w:val="18"/>
              <w:szCs w:val="18"/>
            </w:rPr>
            <w:t xml:space="preserve"> et de la Formation Supérieure de Post-Graduation</w:t>
          </w:r>
        </w:p>
      </w:tc>
    </w:tr>
  </w:tbl>
  <w:p w:rsidR="00AD7DE9" w:rsidRPr="00881055" w:rsidRDefault="00AD7DE9" w:rsidP="00881055">
    <w:pPr>
      <w:jc w:val="both"/>
      <w:rPr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F63CA"/>
    <w:multiLevelType w:val="multilevel"/>
    <w:tmpl w:val="DB061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2D4873"/>
    <w:multiLevelType w:val="multilevel"/>
    <w:tmpl w:val="DB061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54635"/>
    <w:multiLevelType w:val="hybridMultilevel"/>
    <w:tmpl w:val="518E31B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DF45720"/>
    <w:multiLevelType w:val="multilevel"/>
    <w:tmpl w:val="CB9CA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AA7CAB"/>
    <w:multiLevelType w:val="multilevel"/>
    <w:tmpl w:val="DB061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4C36DE"/>
    <w:multiLevelType w:val="hybridMultilevel"/>
    <w:tmpl w:val="3A867BE2"/>
    <w:lvl w:ilvl="0" w:tplc="2CE6C080">
      <w:start w:val="1"/>
      <w:numFmt w:val="upperRoman"/>
      <w:lvlText w:val="%1."/>
      <w:lvlJc w:val="right"/>
      <w:pPr>
        <w:ind w:left="294" w:hanging="360"/>
      </w:pPr>
      <w:rPr>
        <w:sz w:val="24"/>
        <w:szCs w:val="24"/>
      </w:rPr>
    </w:lvl>
    <w:lvl w:ilvl="1" w:tplc="040C0019">
      <w:start w:val="1"/>
      <w:numFmt w:val="lowerLetter"/>
      <w:lvlText w:val="%2."/>
      <w:lvlJc w:val="left"/>
      <w:pPr>
        <w:ind w:left="1014" w:hanging="360"/>
      </w:pPr>
    </w:lvl>
    <w:lvl w:ilvl="2" w:tplc="040C0011">
      <w:start w:val="1"/>
      <w:numFmt w:val="decimal"/>
      <w:lvlText w:val="%3)"/>
      <w:lvlJc w:val="lef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>
    <w:nsid w:val="24A75131"/>
    <w:multiLevelType w:val="hybridMultilevel"/>
    <w:tmpl w:val="94BED386"/>
    <w:lvl w:ilvl="0" w:tplc="AAA0372A">
      <w:numFmt w:val="bullet"/>
      <w:lvlText w:val="-"/>
      <w:lvlJc w:val="left"/>
      <w:pPr>
        <w:ind w:left="1068" w:hanging="360"/>
      </w:pPr>
      <w:rPr>
        <w:rFonts w:ascii="Cambria" w:eastAsia="Times New Roman" w:hAnsi="Cambria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5C59A0"/>
    <w:multiLevelType w:val="hybridMultilevel"/>
    <w:tmpl w:val="4A74CB2C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6A1179C"/>
    <w:multiLevelType w:val="multilevel"/>
    <w:tmpl w:val="08EC9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553FE4"/>
    <w:multiLevelType w:val="hybridMultilevel"/>
    <w:tmpl w:val="5560AD84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>
    <w:nsid w:val="337A16A4"/>
    <w:multiLevelType w:val="hybridMultilevel"/>
    <w:tmpl w:val="B302E132"/>
    <w:lvl w:ilvl="0" w:tplc="040C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D41662"/>
    <w:multiLevelType w:val="hybridMultilevel"/>
    <w:tmpl w:val="9EC4314A"/>
    <w:lvl w:ilvl="0" w:tplc="040C0017">
      <w:start w:val="1"/>
      <w:numFmt w:val="lowerLetter"/>
      <w:lvlText w:val="%1)"/>
      <w:lvlJc w:val="left"/>
      <w:pPr>
        <w:ind w:left="294" w:hanging="360"/>
      </w:pPr>
    </w:lvl>
    <w:lvl w:ilvl="1" w:tplc="040C0019" w:tentative="1">
      <w:start w:val="1"/>
      <w:numFmt w:val="lowerLetter"/>
      <w:lvlText w:val="%2."/>
      <w:lvlJc w:val="left"/>
      <w:pPr>
        <w:ind w:left="1014" w:hanging="360"/>
      </w:pPr>
    </w:lvl>
    <w:lvl w:ilvl="2" w:tplc="040C001B" w:tentative="1">
      <w:start w:val="1"/>
      <w:numFmt w:val="lowerRoman"/>
      <w:lvlText w:val="%3."/>
      <w:lvlJc w:val="right"/>
      <w:pPr>
        <w:ind w:left="1734" w:hanging="180"/>
      </w:pPr>
    </w:lvl>
    <w:lvl w:ilvl="3" w:tplc="040C000F" w:tentative="1">
      <w:start w:val="1"/>
      <w:numFmt w:val="decimal"/>
      <w:lvlText w:val="%4."/>
      <w:lvlJc w:val="left"/>
      <w:pPr>
        <w:ind w:left="2454" w:hanging="360"/>
      </w:pPr>
    </w:lvl>
    <w:lvl w:ilvl="4" w:tplc="040C0019" w:tentative="1">
      <w:start w:val="1"/>
      <w:numFmt w:val="lowerLetter"/>
      <w:lvlText w:val="%5."/>
      <w:lvlJc w:val="left"/>
      <w:pPr>
        <w:ind w:left="3174" w:hanging="360"/>
      </w:pPr>
    </w:lvl>
    <w:lvl w:ilvl="5" w:tplc="040C001B" w:tentative="1">
      <w:start w:val="1"/>
      <w:numFmt w:val="lowerRoman"/>
      <w:lvlText w:val="%6."/>
      <w:lvlJc w:val="right"/>
      <w:pPr>
        <w:ind w:left="3894" w:hanging="180"/>
      </w:pPr>
    </w:lvl>
    <w:lvl w:ilvl="6" w:tplc="040C000F" w:tentative="1">
      <w:start w:val="1"/>
      <w:numFmt w:val="decimal"/>
      <w:lvlText w:val="%7."/>
      <w:lvlJc w:val="left"/>
      <w:pPr>
        <w:ind w:left="4614" w:hanging="360"/>
      </w:pPr>
    </w:lvl>
    <w:lvl w:ilvl="7" w:tplc="040C0019" w:tentative="1">
      <w:start w:val="1"/>
      <w:numFmt w:val="lowerLetter"/>
      <w:lvlText w:val="%8."/>
      <w:lvlJc w:val="left"/>
      <w:pPr>
        <w:ind w:left="5334" w:hanging="360"/>
      </w:pPr>
    </w:lvl>
    <w:lvl w:ilvl="8" w:tplc="040C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35C7558D"/>
    <w:multiLevelType w:val="hybridMultilevel"/>
    <w:tmpl w:val="A7DC22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3F6D8A"/>
    <w:multiLevelType w:val="hybridMultilevel"/>
    <w:tmpl w:val="0DF265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33ABB"/>
    <w:multiLevelType w:val="hybridMultilevel"/>
    <w:tmpl w:val="B68A3BC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20676D5"/>
    <w:multiLevelType w:val="hybridMultilevel"/>
    <w:tmpl w:val="3202FE5A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>
    <w:nsid w:val="62494EDF"/>
    <w:multiLevelType w:val="hybridMultilevel"/>
    <w:tmpl w:val="F140BA9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4432787"/>
    <w:multiLevelType w:val="hybridMultilevel"/>
    <w:tmpl w:val="36AE155C"/>
    <w:lvl w:ilvl="0" w:tplc="80407B2E">
      <w:numFmt w:val="bullet"/>
      <w:lvlText w:val="-"/>
      <w:lvlJc w:val="left"/>
      <w:pPr>
        <w:ind w:left="1059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8">
    <w:nsid w:val="68194B75"/>
    <w:multiLevelType w:val="hybridMultilevel"/>
    <w:tmpl w:val="009CA7A4"/>
    <w:lvl w:ilvl="0" w:tplc="040C000D">
      <w:start w:val="1"/>
      <w:numFmt w:val="bullet"/>
      <w:lvlText w:val=""/>
      <w:lvlJc w:val="left"/>
      <w:pPr>
        <w:ind w:left="188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6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41" w:hanging="360"/>
      </w:pPr>
      <w:rPr>
        <w:rFonts w:ascii="Wingdings" w:hAnsi="Wingdings" w:hint="default"/>
      </w:rPr>
    </w:lvl>
  </w:abstractNum>
  <w:abstractNum w:abstractNumId="19">
    <w:nsid w:val="6A871974"/>
    <w:multiLevelType w:val="hybridMultilevel"/>
    <w:tmpl w:val="EF9CE9CC"/>
    <w:lvl w:ilvl="0" w:tplc="AC609446">
      <w:numFmt w:val="bullet"/>
      <w:lvlText w:val="-"/>
      <w:lvlJc w:val="left"/>
      <w:pPr>
        <w:ind w:left="1068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6ADF2E6E"/>
    <w:multiLevelType w:val="hybridMultilevel"/>
    <w:tmpl w:val="BBCE48C8"/>
    <w:lvl w:ilvl="0" w:tplc="73143FE0">
      <w:start w:val="1"/>
      <w:numFmt w:val="decimal"/>
      <w:lvlText w:val="%1)"/>
      <w:lvlJc w:val="left"/>
      <w:pPr>
        <w:ind w:left="1881" w:hanging="360"/>
      </w:pPr>
      <w:rPr>
        <w:rFonts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ind w:left="26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41" w:hanging="360"/>
      </w:pPr>
      <w:rPr>
        <w:rFonts w:ascii="Wingdings" w:hAnsi="Wingdings" w:hint="default"/>
      </w:rPr>
    </w:lvl>
  </w:abstractNum>
  <w:abstractNum w:abstractNumId="21">
    <w:nsid w:val="6E1853AB"/>
    <w:multiLevelType w:val="multilevel"/>
    <w:tmpl w:val="DB061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47744E"/>
    <w:multiLevelType w:val="hybridMultilevel"/>
    <w:tmpl w:val="36ACE69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75242C67"/>
    <w:multiLevelType w:val="hybridMultilevel"/>
    <w:tmpl w:val="8FFACC3C"/>
    <w:lvl w:ilvl="0" w:tplc="E6886B80">
      <w:numFmt w:val="bullet"/>
      <w:lvlText w:val="-"/>
      <w:lvlJc w:val="left"/>
      <w:pPr>
        <w:ind w:left="-66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4">
    <w:nsid w:val="77E13D93"/>
    <w:multiLevelType w:val="hybridMultilevel"/>
    <w:tmpl w:val="54D6FB5E"/>
    <w:lvl w:ilvl="0" w:tplc="9540665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7C9064A6"/>
    <w:multiLevelType w:val="hybridMultilevel"/>
    <w:tmpl w:val="F52665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9950DF"/>
    <w:multiLevelType w:val="hybridMultilevel"/>
    <w:tmpl w:val="6A04A03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6"/>
  </w:num>
  <w:num w:numId="3">
    <w:abstractNumId w:val="19"/>
  </w:num>
  <w:num w:numId="4">
    <w:abstractNumId w:val="12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5"/>
  </w:num>
  <w:num w:numId="9">
    <w:abstractNumId w:val="16"/>
  </w:num>
  <w:num w:numId="10">
    <w:abstractNumId w:val="6"/>
  </w:num>
  <w:num w:numId="11">
    <w:abstractNumId w:val="2"/>
  </w:num>
  <w:num w:numId="12">
    <w:abstractNumId w:val="11"/>
  </w:num>
  <w:num w:numId="13">
    <w:abstractNumId w:val="17"/>
  </w:num>
  <w:num w:numId="14">
    <w:abstractNumId w:val="7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3"/>
  </w:num>
  <w:num w:numId="21">
    <w:abstractNumId w:val="9"/>
  </w:num>
  <w:num w:numId="22">
    <w:abstractNumId w:val="25"/>
  </w:num>
  <w:num w:numId="23">
    <w:abstractNumId w:val="18"/>
  </w:num>
  <w:num w:numId="24">
    <w:abstractNumId w:val="20"/>
  </w:num>
  <w:num w:numId="25">
    <w:abstractNumId w:val="13"/>
  </w:num>
  <w:num w:numId="26">
    <w:abstractNumId w:val="14"/>
  </w:num>
  <w:num w:numId="27">
    <w:abstractNumId w:val="23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proofState w:spelling="clean" w:grammar="clean"/>
  <w:attachedTemplate r:id="rId1"/>
  <w:stylePaneFormatFilter w:val="3F0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EA19F7"/>
    <w:rsid w:val="00001CF6"/>
    <w:rsid w:val="00013185"/>
    <w:rsid w:val="000218FA"/>
    <w:rsid w:val="000234E8"/>
    <w:rsid w:val="00025FB4"/>
    <w:rsid w:val="0005063E"/>
    <w:rsid w:val="000537A4"/>
    <w:rsid w:val="0006499D"/>
    <w:rsid w:val="00067120"/>
    <w:rsid w:val="00067441"/>
    <w:rsid w:val="00067DA0"/>
    <w:rsid w:val="000764F5"/>
    <w:rsid w:val="00086FAC"/>
    <w:rsid w:val="00092AB3"/>
    <w:rsid w:val="0009359D"/>
    <w:rsid w:val="000A2CD0"/>
    <w:rsid w:val="000B15E9"/>
    <w:rsid w:val="000B1B38"/>
    <w:rsid w:val="000D046E"/>
    <w:rsid w:val="000D51EC"/>
    <w:rsid w:val="000E12CE"/>
    <w:rsid w:val="000E1E47"/>
    <w:rsid w:val="000E372F"/>
    <w:rsid w:val="000E6CD8"/>
    <w:rsid w:val="000F5118"/>
    <w:rsid w:val="000F51C5"/>
    <w:rsid w:val="00100032"/>
    <w:rsid w:val="0015721D"/>
    <w:rsid w:val="00161DB6"/>
    <w:rsid w:val="001704FD"/>
    <w:rsid w:val="00175144"/>
    <w:rsid w:val="00180BD5"/>
    <w:rsid w:val="001910FE"/>
    <w:rsid w:val="001A4B5D"/>
    <w:rsid w:val="001B0AD4"/>
    <w:rsid w:val="001B5989"/>
    <w:rsid w:val="001B661A"/>
    <w:rsid w:val="001C2FDB"/>
    <w:rsid w:val="001C676B"/>
    <w:rsid w:val="001E4A95"/>
    <w:rsid w:val="001F2EA5"/>
    <w:rsid w:val="00202FA6"/>
    <w:rsid w:val="00204F66"/>
    <w:rsid w:val="00205051"/>
    <w:rsid w:val="00211F2E"/>
    <w:rsid w:val="00222569"/>
    <w:rsid w:val="00233B34"/>
    <w:rsid w:val="002429D2"/>
    <w:rsid w:val="002450E2"/>
    <w:rsid w:val="00246DFE"/>
    <w:rsid w:val="0027034E"/>
    <w:rsid w:val="0027635B"/>
    <w:rsid w:val="00276655"/>
    <w:rsid w:val="00280564"/>
    <w:rsid w:val="00284546"/>
    <w:rsid w:val="00286DDD"/>
    <w:rsid w:val="002B213C"/>
    <w:rsid w:val="002C4304"/>
    <w:rsid w:val="002D0125"/>
    <w:rsid w:val="002D42B2"/>
    <w:rsid w:val="002D58A7"/>
    <w:rsid w:val="002F5715"/>
    <w:rsid w:val="002F77BA"/>
    <w:rsid w:val="00301156"/>
    <w:rsid w:val="003020C3"/>
    <w:rsid w:val="00302145"/>
    <w:rsid w:val="00303703"/>
    <w:rsid w:val="003106DB"/>
    <w:rsid w:val="0031132B"/>
    <w:rsid w:val="00315328"/>
    <w:rsid w:val="0032055B"/>
    <w:rsid w:val="00331E82"/>
    <w:rsid w:val="00343621"/>
    <w:rsid w:val="00361CCC"/>
    <w:rsid w:val="003620AE"/>
    <w:rsid w:val="0036432C"/>
    <w:rsid w:val="00381E91"/>
    <w:rsid w:val="00394F30"/>
    <w:rsid w:val="003B2C8D"/>
    <w:rsid w:val="003C6E8A"/>
    <w:rsid w:val="003D0176"/>
    <w:rsid w:val="003E6D9A"/>
    <w:rsid w:val="003E728D"/>
    <w:rsid w:val="00404A05"/>
    <w:rsid w:val="00423230"/>
    <w:rsid w:val="00435C31"/>
    <w:rsid w:val="00454FC0"/>
    <w:rsid w:val="00462886"/>
    <w:rsid w:val="004657E5"/>
    <w:rsid w:val="0046634A"/>
    <w:rsid w:val="00474410"/>
    <w:rsid w:val="004A009B"/>
    <w:rsid w:val="004A2242"/>
    <w:rsid w:val="004A6151"/>
    <w:rsid w:val="004A739B"/>
    <w:rsid w:val="004B2655"/>
    <w:rsid w:val="004B294E"/>
    <w:rsid w:val="004B32E1"/>
    <w:rsid w:val="004B4801"/>
    <w:rsid w:val="004D24A7"/>
    <w:rsid w:val="004D2BC1"/>
    <w:rsid w:val="004D3655"/>
    <w:rsid w:val="004F319C"/>
    <w:rsid w:val="004F46CF"/>
    <w:rsid w:val="005000D4"/>
    <w:rsid w:val="00507B57"/>
    <w:rsid w:val="00513257"/>
    <w:rsid w:val="00517939"/>
    <w:rsid w:val="0052723C"/>
    <w:rsid w:val="0053249A"/>
    <w:rsid w:val="00533F5D"/>
    <w:rsid w:val="00546E47"/>
    <w:rsid w:val="00551B1D"/>
    <w:rsid w:val="0056034C"/>
    <w:rsid w:val="00573FC2"/>
    <w:rsid w:val="00586949"/>
    <w:rsid w:val="0059006A"/>
    <w:rsid w:val="005B350B"/>
    <w:rsid w:val="005C16B5"/>
    <w:rsid w:val="005C2AB6"/>
    <w:rsid w:val="005E508A"/>
    <w:rsid w:val="00603C4C"/>
    <w:rsid w:val="0060582C"/>
    <w:rsid w:val="00606CCB"/>
    <w:rsid w:val="00632626"/>
    <w:rsid w:val="0067309A"/>
    <w:rsid w:val="00676BA6"/>
    <w:rsid w:val="0068245F"/>
    <w:rsid w:val="00682979"/>
    <w:rsid w:val="00682C49"/>
    <w:rsid w:val="006832F3"/>
    <w:rsid w:val="006B758F"/>
    <w:rsid w:val="006C75D8"/>
    <w:rsid w:val="006D3FDB"/>
    <w:rsid w:val="006E124A"/>
    <w:rsid w:val="006E1268"/>
    <w:rsid w:val="006E57CE"/>
    <w:rsid w:val="006F2C7F"/>
    <w:rsid w:val="006F47EE"/>
    <w:rsid w:val="006F4D9B"/>
    <w:rsid w:val="007165E9"/>
    <w:rsid w:val="0072507D"/>
    <w:rsid w:val="00726CA2"/>
    <w:rsid w:val="00727895"/>
    <w:rsid w:val="00730895"/>
    <w:rsid w:val="00737F87"/>
    <w:rsid w:val="0074043C"/>
    <w:rsid w:val="007472B4"/>
    <w:rsid w:val="0077564A"/>
    <w:rsid w:val="00776300"/>
    <w:rsid w:val="00794AF7"/>
    <w:rsid w:val="007A649B"/>
    <w:rsid w:val="007B3F9D"/>
    <w:rsid w:val="007C0130"/>
    <w:rsid w:val="007C6A77"/>
    <w:rsid w:val="007E7DF6"/>
    <w:rsid w:val="007F7D28"/>
    <w:rsid w:val="00800414"/>
    <w:rsid w:val="00803A10"/>
    <w:rsid w:val="00811326"/>
    <w:rsid w:val="0081485B"/>
    <w:rsid w:val="00816CC6"/>
    <w:rsid w:val="00836766"/>
    <w:rsid w:val="00843B15"/>
    <w:rsid w:val="00855E3C"/>
    <w:rsid w:val="00857A80"/>
    <w:rsid w:val="00881055"/>
    <w:rsid w:val="00881F20"/>
    <w:rsid w:val="00890DC7"/>
    <w:rsid w:val="00891BB8"/>
    <w:rsid w:val="008B7EAF"/>
    <w:rsid w:val="008C0AFC"/>
    <w:rsid w:val="008E3852"/>
    <w:rsid w:val="008E73F4"/>
    <w:rsid w:val="008F07CC"/>
    <w:rsid w:val="008F2FE1"/>
    <w:rsid w:val="008F5367"/>
    <w:rsid w:val="00900B96"/>
    <w:rsid w:val="0090259D"/>
    <w:rsid w:val="009130A7"/>
    <w:rsid w:val="009141E9"/>
    <w:rsid w:val="0091681C"/>
    <w:rsid w:val="00932256"/>
    <w:rsid w:val="009334CA"/>
    <w:rsid w:val="00934960"/>
    <w:rsid w:val="00942C5B"/>
    <w:rsid w:val="00954822"/>
    <w:rsid w:val="0095715D"/>
    <w:rsid w:val="00967B1E"/>
    <w:rsid w:val="00977C52"/>
    <w:rsid w:val="009863AB"/>
    <w:rsid w:val="00987CE9"/>
    <w:rsid w:val="009A5B8F"/>
    <w:rsid w:val="009A689A"/>
    <w:rsid w:val="009B3061"/>
    <w:rsid w:val="009B43DA"/>
    <w:rsid w:val="009B525B"/>
    <w:rsid w:val="009C492F"/>
    <w:rsid w:val="009C6CFB"/>
    <w:rsid w:val="009D25DC"/>
    <w:rsid w:val="009D6F49"/>
    <w:rsid w:val="009E3090"/>
    <w:rsid w:val="009E3808"/>
    <w:rsid w:val="009F0A80"/>
    <w:rsid w:val="00A01F51"/>
    <w:rsid w:val="00A06E61"/>
    <w:rsid w:val="00A1617C"/>
    <w:rsid w:val="00A30CCD"/>
    <w:rsid w:val="00A34771"/>
    <w:rsid w:val="00A40193"/>
    <w:rsid w:val="00A40E2C"/>
    <w:rsid w:val="00A51000"/>
    <w:rsid w:val="00A61E8E"/>
    <w:rsid w:val="00A73437"/>
    <w:rsid w:val="00A7573D"/>
    <w:rsid w:val="00A97911"/>
    <w:rsid w:val="00AA20E6"/>
    <w:rsid w:val="00AA3C83"/>
    <w:rsid w:val="00AA77F7"/>
    <w:rsid w:val="00AC65E2"/>
    <w:rsid w:val="00AC6C0E"/>
    <w:rsid w:val="00AD2E96"/>
    <w:rsid w:val="00AD30FE"/>
    <w:rsid w:val="00AD340B"/>
    <w:rsid w:val="00AD7DE9"/>
    <w:rsid w:val="00AE208E"/>
    <w:rsid w:val="00AE3654"/>
    <w:rsid w:val="00AF1EB9"/>
    <w:rsid w:val="00AF5819"/>
    <w:rsid w:val="00AF6C6A"/>
    <w:rsid w:val="00B06AFB"/>
    <w:rsid w:val="00B17B18"/>
    <w:rsid w:val="00B21E61"/>
    <w:rsid w:val="00B31518"/>
    <w:rsid w:val="00B47A6D"/>
    <w:rsid w:val="00B612BC"/>
    <w:rsid w:val="00B63CA6"/>
    <w:rsid w:val="00B8119D"/>
    <w:rsid w:val="00B9170E"/>
    <w:rsid w:val="00B92782"/>
    <w:rsid w:val="00B9588E"/>
    <w:rsid w:val="00BA3F61"/>
    <w:rsid w:val="00BB65C7"/>
    <w:rsid w:val="00BB77F5"/>
    <w:rsid w:val="00BC5959"/>
    <w:rsid w:val="00BD5B43"/>
    <w:rsid w:val="00BD5B96"/>
    <w:rsid w:val="00BD658E"/>
    <w:rsid w:val="00BE44FA"/>
    <w:rsid w:val="00BE6135"/>
    <w:rsid w:val="00C03857"/>
    <w:rsid w:val="00C03992"/>
    <w:rsid w:val="00C04944"/>
    <w:rsid w:val="00C0580C"/>
    <w:rsid w:val="00C071ED"/>
    <w:rsid w:val="00C22E6A"/>
    <w:rsid w:val="00C26882"/>
    <w:rsid w:val="00C27A2D"/>
    <w:rsid w:val="00C605F4"/>
    <w:rsid w:val="00C640ED"/>
    <w:rsid w:val="00C944A8"/>
    <w:rsid w:val="00C94864"/>
    <w:rsid w:val="00C96618"/>
    <w:rsid w:val="00C97D0A"/>
    <w:rsid w:val="00CA7696"/>
    <w:rsid w:val="00CC459A"/>
    <w:rsid w:val="00CC6E5F"/>
    <w:rsid w:val="00CD30B0"/>
    <w:rsid w:val="00CE03CE"/>
    <w:rsid w:val="00CE6509"/>
    <w:rsid w:val="00CE70C5"/>
    <w:rsid w:val="00CE7878"/>
    <w:rsid w:val="00CF32C8"/>
    <w:rsid w:val="00D03C9E"/>
    <w:rsid w:val="00D1248B"/>
    <w:rsid w:val="00D1347B"/>
    <w:rsid w:val="00D26341"/>
    <w:rsid w:val="00D42EB4"/>
    <w:rsid w:val="00D42F5F"/>
    <w:rsid w:val="00D430AF"/>
    <w:rsid w:val="00D44A75"/>
    <w:rsid w:val="00D51681"/>
    <w:rsid w:val="00D51814"/>
    <w:rsid w:val="00D611A3"/>
    <w:rsid w:val="00D720F2"/>
    <w:rsid w:val="00D90C0A"/>
    <w:rsid w:val="00D90F06"/>
    <w:rsid w:val="00D95624"/>
    <w:rsid w:val="00D97AC9"/>
    <w:rsid w:val="00DA458E"/>
    <w:rsid w:val="00DA5EAF"/>
    <w:rsid w:val="00DC6634"/>
    <w:rsid w:val="00DD2B4D"/>
    <w:rsid w:val="00DD3103"/>
    <w:rsid w:val="00DD35C4"/>
    <w:rsid w:val="00DD3FD4"/>
    <w:rsid w:val="00DD6759"/>
    <w:rsid w:val="00DE0FC3"/>
    <w:rsid w:val="00DE41C9"/>
    <w:rsid w:val="00E03FE8"/>
    <w:rsid w:val="00E04C1F"/>
    <w:rsid w:val="00E10231"/>
    <w:rsid w:val="00E11B84"/>
    <w:rsid w:val="00E1379B"/>
    <w:rsid w:val="00E14FB3"/>
    <w:rsid w:val="00E21AA4"/>
    <w:rsid w:val="00E236A4"/>
    <w:rsid w:val="00E24F05"/>
    <w:rsid w:val="00E25628"/>
    <w:rsid w:val="00E34C8A"/>
    <w:rsid w:val="00E44A00"/>
    <w:rsid w:val="00E5775C"/>
    <w:rsid w:val="00E614F3"/>
    <w:rsid w:val="00E62A27"/>
    <w:rsid w:val="00E72297"/>
    <w:rsid w:val="00E75CFB"/>
    <w:rsid w:val="00E95CEC"/>
    <w:rsid w:val="00EA19F7"/>
    <w:rsid w:val="00EA2E82"/>
    <w:rsid w:val="00EB3A84"/>
    <w:rsid w:val="00EB4412"/>
    <w:rsid w:val="00EB4727"/>
    <w:rsid w:val="00EB4EC7"/>
    <w:rsid w:val="00EB7536"/>
    <w:rsid w:val="00EC7746"/>
    <w:rsid w:val="00EC7FAF"/>
    <w:rsid w:val="00ED2588"/>
    <w:rsid w:val="00ED5F98"/>
    <w:rsid w:val="00EE2404"/>
    <w:rsid w:val="00EE2E7F"/>
    <w:rsid w:val="00EF2AD3"/>
    <w:rsid w:val="00EF3148"/>
    <w:rsid w:val="00EF3BFF"/>
    <w:rsid w:val="00F10BF3"/>
    <w:rsid w:val="00F25D36"/>
    <w:rsid w:val="00F34437"/>
    <w:rsid w:val="00F34786"/>
    <w:rsid w:val="00F378D8"/>
    <w:rsid w:val="00F86C48"/>
    <w:rsid w:val="00F93AF1"/>
    <w:rsid w:val="00F94B17"/>
    <w:rsid w:val="00F97723"/>
    <w:rsid w:val="00F978DD"/>
    <w:rsid w:val="00FA4EDB"/>
    <w:rsid w:val="00FA6404"/>
    <w:rsid w:val="00FA78FE"/>
    <w:rsid w:val="00FC293E"/>
    <w:rsid w:val="00FC7E91"/>
    <w:rsid w:val="00FE1094"/>
    <w:rsid w:val="00FE569B"/>
    <w:rsid w:val="00FE5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99D"/>
    <w:rPr>
      <w:sz w:val="24"/>
      <w:szCs w:val="24"/>
    </w:rPr>
  </w:style>
  <w:style w:type="paragraph" w:styleId="Titre3">
    <w:name w:val="heading 3"/>
    <w:basedOn w:val="Normal"/>
    <w:next w:val="Normal"/>
    <w:qFormat/>
    <w:rsid w:val="0006499D"/>
    <w:pPr>
      <w:keepNext/>
      <w:jc w:val="center"/>
      <w:outlineLvl w:val="2"/>
    </w:pPr>
    <w:rPr>
      <w:b/>
      <w:bCs/>
      <w:sz w:val="40"/>
      <w:szCs w:val="40"/>
      <w:u w:val="single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06499D"/>
    <w:pPr>
      <w:jc w:val="center"/>
    </w:pPr>
    <w:rPr>
      <w:b/>
      <w:bCs/>
      <w:sz w:val="20"/>
      <w:szCs w:val="20"/>
      <w:u w:val="single"/>
      <w:lang w:eastAsia="zh-CN"/>
    </w:rPr>
  </w:style>
  <w:style w:type="table" w:styleId="Grilledutableau">
    <w:name w:val="Table Grid"/>
    <w:basedOn w:val="TableauNormal"/>
    <w:rsid w:val="00180B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rsid w:val="00881055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rsid w:val="00881055"/>
    <w:rPr>
      <w:sz w:val="24"/>
      <w:szCs w:val="24"/>
    </w:rPr>
  </w:style>
  <w:style w:type="paragraph" w:styleId="Pieddepage">
    <w:name w:val="footer"/>
    <w:basedOn w:val="Normal"/>
    <w:link w:val="PieddepageCar"/>
    <w:rsid w:val="00881055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881055"/>
    <w:rPr>
      <w:sz w:val="24"/>
      <w:szCs w:val="24"/>
    </w:rPr>
  </w:style>
  <w:style w:type="paragraph" w:styleId="Textedebulles">
    <w:name w:val="Balloon Text"/>
    <w:basedOn w:val="Normal"/>
    <w:link w:val="TextedebullesCar"/>
    <w:rsid w:val="008810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881055"/>
    <w:rPr>
      <w:rFonts w:ascii="Tahoma" w:hAnsi="Tahoma" w:cs="Tahoma"/>
      <w:sz w:val="16"/>
      <w:szCs w:val="16"/>
    </w:rPr>
  </w:style>
  <w:style w:type="character" w:styleId="Lienhypertexte">
    <w:name w:val="Hyperlink"/>
    <w:rsid w:val="004B32E1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605F4"/>
    <w:pPr>
      <w:ind w:left="720"/>
    </w:pPr>
  </w:style>
  <w:style w:type="character" w:styleId="Textedelespacerserv">
    <w:name w:val="Placeholder Text"/>
    <w:uiPriority w:val="99"/>
    <w:semiHidden/>
    <w:rsid w:val="00E1023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9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010-02-08%20VRPG\Correspondances%20DEPART\BE%20courrie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5582D-F0E3-49BA-888E-3EF90E02B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 courrier</Template>
  <TotalTime>9</TotalTime>
  <Pages>3</Pages>
  <Words>266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REPUBLIQUE ALGERIENNE DEMOCRATIQUE ET POPULAIRE</vt:lpstr>
    </vt:vector>
  </TitlesOfParts>
  <Company>Hewlett-Packard Company</Company>
  <LinksUpToDate>false</LinksUpToDate>
  <CharactersWithSpaces>1721</CharactersWithSpaces>
  <SharedDoc>false</SharedDoc>
  <HLinks>
    <vt:vector size="6" baseType="variant">
      <vt:variant>
        <vt:i4>4849698</vt:i4>
      </vt:variant>
      <vt:variant>
        <vt:i4>3</vt:i4>
      </vt:variant>
      <vt:variant>
        <vt:i4>0</vt:i4>
      </vt:variant>
      <vt:variant>
        <vt:i4>5</vt:i4>
      </vt:variant>
      <vt:variant>
        <vt:lpwstr>mailto:vrpg@univ-sba.dz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REPUBLIQUE ALGERIENNE DEMOCRATIQUE ET POPULAIRE</dc:title>
  <dc:creator>VRPG</dc:creator>
  <cp:lastModifiedBy>pc bridge</cp:lastModifiedBy>
  <cp:revision>5</cp:revision>
  <cp:lastPrinted>2014-09-30T12:36:00Z</cp:lastPrinted>
  <dcterms:created xsi:type="dcterms:W3CDTF">2014-05-26T09:45:00Z</dcterms:created>
  <dcterms:modified xsi:type="dcterms:W3CDTF">2015-05-03T22:34:00Z</dcterms:modified>
</cp:coreProperties>
</file>